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D33A7" w14:textId="77777777" w:rsidR="00C90023" w:rsidRDefault="008A3043" w:rsidP="008A3043">
      <w:pPr>
        <w:jc w:val="right"/>
      </w:pPr>
      <w:r w:rsidRPr="008A3043">
        <w:t>Załącznik nr 2 do Zapytania ofertowego</w:t>
      </w:r>
    </w:p>
    <w:p w14:paraId="0E037B97" w14:textId="77777777" w:rsidR="008A3043" w:rsidRPr="00221961" w:rsidRDefault="008A3043" w:rsidP="00C90023">
      <w:pPr>
        <w:jc w:val="center"/>
        <w:rPr>
          <w:szCs w:val="20"/>
        </w:rPr>
      </w:pPr>
    </w:p>
    <w:p w14:paraId="36A9153D" w14:textId="77777777" w:rsidR="00C90023" w:rsidRPr="008A3043" w:rsidRDefault="008A3043" w:rsidP="00C90023">
      <w:pPr>
        <w:jc w:val="center"/>
        <w:rPr>
          <w:b/>
          <w:sz w:val="32"/>
          <w:szCs w:val="32"/>
        </w:rPr>
      </w:pPr>
      <w:r w:rsidRPr="008A3043">
        <w:rPr>
          <w:b/>
          <w:sz w:val="32"/>
          <w:szCs w:val="32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8A3043" w14:paraId="416294B9" w14:textId="77777777" w:rsidTr="008A3043">
        <w:tc>
          <w:tcPr>
            <w:tcW w:w="1980" w:type="dxa"/>
            <w:vAlign w:val="center"/>
          </w:tcPr>
          <w:p w14:paraId="0FA0A6A5" w14:textId="77777777" w:rsidR="008A3043" w:rsidRPr="0086026B" w:rsidRDefault="008A3043" w:rsidP="008A3043">
            <w:pPr>
              <w:jc w:val="left"/>
              <w:rPr>
                <w:b/>
                <w:sz w:val="22"/>
              </w:rPr>
            </w:pPr>
            <w:r w:rsidRPr="0086026B">
              <w:rPr>
                <w:b/>
                <w:sz w:val="22"/>
              </w:rPr>
              <w:t>Oferent (nazwa):</w:t>
            </w:r>
          </w:p>
        </w:tc>
        <w:tc>
          <w:tcPr>
            <w:tcW w:w="7080" w:type="dxa"/>
            <w:vAlign w:val="center"/>
          </w:tcPr>
          <w:p w14:paraId="2125C77C" w14:textId="77777777" w:rsidR="008A3043" w:rsidRPr="0086026B" w:rsidRDefault="008A3043" w:rsidP="008A3043">
            <w:pPr>
              <w:jc w:val="left"/>
              <w:rPr>
                <w:sz w:val="22"/>
              </w:rPr>
            </w:pPr>
          </w:p>
        </w:tc>
      </w:tr>
      <w:tr w:rsidR="008A3043" w14:paraId="3491D08A" w14:textId="77777777" w:rsidTr="008A3043">
        <w:tc>
          <w:tcPr>
            <w:tcW w:w="1980" w:type="dxa"/>
            <w:vAlign w:val="center"/>
          </w:tcPr>
          <w:p w14:paraId="7DF04B47" w14:textId="77777777" w:rsidR="008A3043" w:rsidRPr="0086026B" w:rsidRDefault="008A3043" w:rsidP="008A3043">
            <w:pPr>
              <w:jc w:val="left"/>
              <w:rPr>
                <w:b/>
                <w:sz w:val="22"/>
              </w:rPr>
            </w:pPr>
            <w:r w:rsidRPr="0086026B">
              <w:rPr>
                <w:b/>
                <w:sz w:val="22"/>
              </w:rPr>
              <w:t>Adres:</w:t>
            </w:r>
          </w:p>
        </w:tc>
        <w:tc>
          <w:tcPr>
            <w:tcW w:w="7080" w:type="dxa"/>
            <w:vAlign w:val="center"/>
          </w:tcPr>
          <w:p w14:paraId="0684ED57" w14:textId="77777777" w:rsidR="008A3043" w:rsidRPr="0086026B" w:rsidRDefault="008A3043" w:rsidP="008A3043">
            <w:pPr>
              <w:jc w:val="left"/>
              <w:rPr>
                <w:sz w:val="22"/>
              </w:rPr>
            </w:pPr>
          </w:p>
        </w:tc>
      </w:tr>
      <w:tr w:rsidR="008A3043" w14:paraId="4786A301" w14:textId="77777777" w:rsidTr="008A3043">
        <w:tc>
          <w:tcPr>
            <w:tcW w:w="1980" w:type="dxa"/>
            <w:vAlign w:val="center"/>
          </w:tcPr>
          <w:p w14:paraId="58F9FEDF" w14:textId="77777777" w:rsidR="008A3043" w:rsidRPr="0086026B" w:rsidRDefault="008A3043" w:rsidP="008A3043">
            <w:pPr>
              <w:jc w:val="left"/>
              <w:rPr>
                <w:b/>
                <w:sz w:val="22"/>
              </w:rPr>
            </w:pPr>
            <w:r w:rsidRPr="0086026B">
              <w:rPr>
                <w:b/>
                <w:sz w:val="22"/>
              </w:rPr>
              <w:t>NIP:</w:t>
            </w:r>
          </w:p>
        </w:tc>
        <w:tc>
          <w:tcPr>
            <w:tcW w:w="7080" w:type="dxa"/>
            <w:vAlign w:val="center"/>
          </w:tcPr>
          <w:p w14:paraId="09B38875" w14:textId="77777777" w:rsidR="008A3043" w:rsidRPr="0086026B" w:rsidRDefault="008A3043" w:rsidP="008A3043">
            <w:pPr>
              <w:jc w:val="left"/>
              <w:rPr>
                <w:sz w:val="22"/>
              </w:rPr>
            </w:pPr>
          </w:p>
        </w:tc>
      </w:tr>
      <w:tr w:rsidR="008A3043" w14:paraId="2CEB74DE" w14:textId="77777777" w:rsidTr="008A3043">
        <w:tc>
          <w:tcPr>
            <w:tcW w:w="1980" w:type="dxa"/>
            <w:vAlign w:val="center"/>
          </w:tcPr>
          <w:p w14:paraId="1328478A" w14:textId="77777777" w:rsidR="008A3043" w:rsidRPr="0086026B" w:rsidRDefault="008A3043" w:rsidP="008A3043">
            <w:pPr>
              <w:jc w:val="left"/>
              <w:rPr>
                <w:b/>
                <w:sz w:val="22"/>
              </w:rPr>
            </w:pPr>
            <w:r w:rsidRPr="0086026B">
              <w:rPr>
                <w:b/>
                <w:sz w:val="22"/>
              </w:rPr>
              <w:t>Nr telefonu:</w:t>
            </w:r>
          </w:p>
        </w:tc>
        <w:tc>
          <w:tcPr>
            <w:tcW w:w="7080" w:type="dxa"/>
            <w:vAlign w:val="center"/>
          </w:tcPr>
          <w:p w14:paraId="0B4D3B5F" w14:textId="77777777" w:rsidR="008A3043" w:rsidRPr="0086026B" w:rsidRDefault="008A3043" w:rsidP="008A3043">
            <w:pPr>
              <w:jc w:val="left"/>
              <w:rPr>
                <w:sz w:val="22"/>
              </w:rPr>
            </w:pPr>
          </w:p>
        </w:tc>
      </w:tr>
      <w:tr w:rsidR="008A3043" w14:paraId="028E39C1" w14:textId="77777777" w:rsidTr="008A3043">
        <w:tc>
          <w:tcPr>
            <w:tcW w:w="1980" w:type="dxa"/>
            <w:vAlign w:val="center"/>
          </w:tcPr>
          <w:p w14:paraId="5FEF3BD1" w14:textId="77777777" w:rsidR="008A3043" w:rsidRPr="0086026B" w:rsidRDefault="008A3043" w:rsidP="008A3043">
            <w:pPr>
              <w:jc w:val="left"/>
              <w:rPr>
                <w:b/>
                <w:sz w:val="22"/>
              </w:rPr>
            </w:pPr>
            <w:r w:rsidRPr="0086026B">
              <w:rPr>
                <w:b/>
                <w:sz w:val="22"/>
              </w:rPr>
              <w:t>Adres e-mail:</w:t>
            </w:r>
          </w:p>
        </w:tc>
        <w:tc>
          <w:tcPr>
            <w:tcW w:w="7080" w:type="dxa"/>
            <w:vAlign w:val="center"/>
          </w:tcPr>
          <w:p w14:paraId="77D6B297" w14:textId="77777777" w:rsidR="008A3043" w:rsidRPr="0086026B" w:rsidRDefault="008A3043" w:rsidP="008A3043">
            <w:pPr>
              <w:jc w:val="left"/>
              <w:rPr>
                <w:sz w:val="22"/>
              </w:rPr>
            </w:pPr>
          </w:p>
        </w:tc>
      </w:tr>
    </w:tbl>
    <w:p w14:paraId="254A4DFF" w14:textId="77777777" w:rsidR="008A3043" w:rsidRPr="008A3043" w:rsidRDefault="008A3043" w:rsidP="008A3043">
      <w:pPr>
        <w:rPr>
          <w:szCs w:val="20"/>
        </w:rPr>
      </w:pPr>
    </w:p>
    <w:p w14:paraId="2E9F01E9" w14:textId="295C0FEB" w:rsidR="008A3043" w:rsidRPr="008A3043" w:rsidRDefault="008A3043" w:rsidP="008A3043">
      <w:pPr>
        <w:rPr>
          <w:szCs w:val="20"/>
        </w:rPr>
      </w:pPr>
      <w:r w:rsidRPr="008A3043">
        <w:rPr>
          <w:szCs w:val="20"/>
        </w:rPr>
        <w:t xml:space="preserve">Składając ofertę do: </w:t>
      </w:r>
      <w:sdt>
        <w:sdtPr>
          <w:rPr>
            <w:szCs w:val="20"/>
          </w:rPr>
          <w:alias w:val="Firma"/>
          <w:tag w:val=""/>
          <w:id w:val="313534122"/>
          <w:placeholder>
            <w:docPart w:val="83EF0F95470840DC88D293D1B9E8076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96D31" w:rsidRPr="00A96D31">
            <w:rPr>
              <w:szCs w:val="20"/>
            </w:rPr>
            <w:t>FINN Sp. z o.o.</w:t>
          </w:r>
        </w:sdtContent>
      </w:sdt>
      <w:r w:rsidRPr="008A3043">
        <w:rPr>
          <w:b/>
          <w:bCs/>
          <w:szCs w:val="20"/>
        </w:rPr>
        <w:t xml:space="preserve"> </w:t>
      </w:r>
      <w:r w:rsidRPr="008A3043">
        <w:rPr>
          <w:szCs w:val="20"/>
        </w:rPr>
        <w:t xml:space="preserve">na realizację zamówienia pn. </w:t>
      </w:r>
      <w:sdt>
        <w:sdtPr>
          <w:rPr>
            <w:b/>
            <w:bCs/>
            <w:szCs w:val="20"/>
          </w:rPr>
          <w:alias w:val="Temat"/>
          <w:tag w:val=""/>
          <w:id w:val="1836643891"/>
          <w:placeholder>
            <w:docPart w:val="7A4A149BF05743D98D5C364691DA8DF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9152C5" w:rsidRPr="009152C5">
            <w:rPr>
              <w:b/>
              <w:bCs/>
              <w:szCs w:val="20"/>
            </w:rPr>
            <w:t>„Usługi zewnętrzne obejmujące aktualizacje środowiska ŚBRSS w Zadaniu 8 oraz oprogramowania BRSPD w Zadaniu 9”</w:t>
          </w:r>
        </w:sdtContent>
      </w:sdt>
      <w:r w:rsidR="005E4CD5">
        <w:rPr>
          <w:szCs w:val="20"/>
        </w:rPr>
        <w:t xml:space="preserve"> </w:t>
      </w:r>
      <w:r w:rsidRPr="008A3043">
        <w:rPr>
          <w:szCs w:val="20"/>
        </w:rPr>
        <w:t>w ramach</w:t>
      </w:r>
      <w:r w:rsidRPr="008A3043">
        <w:rPr>
          <w:b/>
          <w:bCs/>
          <w:szCs w:val="20"/>
        </w:rPr>
        <w:t xml:space="preserve"> Zapytania ofertowego nr </w:t>
      </w:r>
      <w:sdt>
        <w:sdtPr>
          <w:rPr>
            <w:b/>
            <w:bCs/>
            <w:szCs w:val="20"/>
          </w:rPr>
          <w:alias w:val="Tytuł"/>
          <w:tag w:val=""/>
          <w:id w:val="-1569644585"/>
          <w:placeholder>
            <w:docPart w:val="21BC3827B8B14020B726629D0BA8EF2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96D31">
            <w:rPr>
              <w:b/>
              <w:bCs/>
              <w:szCs w:val="20"/>
            </w:rPr>
            <w:t>ADSR K</w:t>
          </w:r>
          <w:r w:rsidR="009152C5">
            <w:rPr>
              <w:b/>
              <w:bCs/>
              <w:szCs w:val="20"/>
            </w:rPr>
            <w:t>5</w:t>
          </w:r>
          <w:r w:rsidR="005E4CD5">
            <w:rPr>
              <w:b/>
              <w:bCs/>
              <w:szCs w:val="20"/>
            </w:rPr>
            <w:t>/202</w:t>
          </w:r>
          <w:r w:rsidR="00DA4367">
            <w:rPr>
              <w:b/>
              <w:bCs/>
              <w:szCs w:val="20"/>
            </w:rPr>
            <w:t>5</w:t>
          </w:r>
        </w:sdtContent>
      </w:sdt>
      <w:r w:rsidRPr="008A3043">
        <w:rPr>
          <w:b/>
          <w:bCs/>
          <w:szCs w:val="20"/>
        </w:rPr>
        <w:t xml:space="preserve"> </w:t>
      </w:r>
      <w:r w:rsidRPr="008A3043">
        <w:rPr>
          <w:szCs w:val="20"/>
        </w:rPr>
        <w:t>i świadomi odpowiedzialności karnej za składanie fałszywych zeznań w</w:t>
      </w:r>
      <w:r w:rsidR="00992287">
        <w:rPr>
          <w:szCs w:val="20"/>
        </w:rPr>
        <w:t> </w:t>
      </w:r>
      <w:r w:rsidRPr="008A3043">
        <w:rPr>
          <w:szCs w:val="20"/>
        </w:rPr>
        <w:t>celu osiągnięcia korzyści majątkowych, niniejszym oświadczamy, iż:</w:t>
      </w:r>
    </w:p>
    <w:p w14:paraId="2519230F" w14:textId="77777777" w:rsidR="008A3043" w:rsidRPr="00631D68" w:rsidRDefault="008A3043" w:rsidP="00890F94">
      <w:pPr>
        <w:numPr>
          <w:ilvl w:val="0"/>
          <w:numId w:val="22"/>
        </w:numPr>
        <w:rPr>
          <w:szCs w:val="20"/>
        </w:rPr>
      </w:pPr>
      <w:r w:rsidRPr="008A3043">
        <w:rPr>
          <w:szCs w:val="20"/>
        </w:rPr>
        <w:t>Oferujemy wykonanie całości przedmiotu zamówienia zgodnie z wymogami postawionymi w Zapytaniu ofertowym i załącznikach do niego, za cenę brutto z VAT (C) .....................................................................</w:t>
      </w:r>
      <w:r>
        <w:rPr>
          <w:szCs w:val="20"/>
        </w:rPr>
        <w:t>.</w:t>
      </w:r>
      <w:r w:rsidRPr="008A3043">
        <w:rPr>
          <w:szCs w:val="20"/>
        </w:rPr>
        <w:t xml:space="preserve"> (</w:t>
      </w:r>
      <w:r w:rsidRPr="00631D68">
        <w:rPr>
          <w:szCs w:val="20"/>
        </w:rPr>
        <w:t>słownie: ..................................................................…............................................................................…).</w:t>
      </w:r>
    </w:p>
    <w:p w14:paraId="5062C101" w14:textId="67C26733" w:rsidR="000B5608" w:rsidRPr="00631D68" w:rsidRDefault="00A96D31" w:rsidP="00890F94">
      <w:pPr>
        <w:numPr>
          <w:ilvl w:val="0"/>
          <w:numId w:val="22"/>
        </w:numPr>
        <w:rPr>
          <w:i/>
          <w:szCs w:val="20"/>
        </w:rPr>
      </w:pPr>
      <w:bookmarkStart w:id="0" w:name="_Hlk136518397"/>
      <w:r w:rsidRPr="00A96D31">
        <w:rPr>
          <w:szCs w:val="20"/>
        </w:rPr>
        <w:t>Szybkość reakcji na powiadomienie o zapotrzebowaniu na usługi Podwykonawcy w danym miesiącu</w:t>
      </w:r>
      <w:r w:rsidR="00172468" w:rsidRPr="00172468">
        <w:rPr>
          <w:szCs w:val="20"/>
        </w:rPr>
        <w:t xml:space="preserve"> podana w </w:t>
      </w:r>
      <w:r>
        <w:rPr>
          <w:szCs w:val="20"/>
        </w:rPr>
        <w:t>dniach</w:t>
      </w:r>
      <w:r w:rsidR="004A1D4A" w:rsidRPr="004A1D4A">
        <w:rPr>
          <w:szCs w:val="20"/>
        </w:rPr>
        <w:t xml:space="preserve"> </w:t>
      </w:r>
      <w:r w:rsidR="000B5608" w:rsidRPr="00B40874">
        <w:rPr>
          <w:szCs w:val="20"/>
        </w:rPr>
        <w:t>(</w:t>
      </w:r>
      <w:r>
        <w:rPr>
          <w:szCs w:val="20"/>
        </w:rPr>
        <w:t>S</w:t>
      </w:r>
      <w:r w:rsidR="000B5608" w:rsidRPr="00B40874">
        <w:rPr>
          <w:szCs w:val="20"/>
        </w:rPr>
        <w:t>)</w:t>
      </w:r>
      <w:r w:rsidR="004062E1" w:rsidRPr="00B40874">
        <w:rPr>
          <w:szCs w:val="20"/>
        </w:rPr>
        <w:t>:</w:t>
      </w:r>
      <w:r w:rsidR="000B5608" w:rsidRPr="00B40874">
        <w:rPr>
          <w:szCs w:val="20"/>
        </w:rPr>
        <w:t xml:space="preserve"> </w:t>
      </w:r>
      <w:r>
        <w:rPr>
          <w:szCs w:val="20"/>
        </w:rPr>
        <w:t>1 dzień</w:t>
      </w:r>
      <w:r w:rsidR="004062E1" w:rsidRPr="00B40874">
        <w:rPr>
          <w:szCs w:val="20"/>
        </w:rPr>
        <w:t xml:space="preserve"> / </w:t>
      </w:r>
      <w:r>
        <w:rPr>
          <w:szCs w:val="20"/>
        </w:rPr>
        <w:t>3 dni</w:t>
      </w:r>
      <w:r w:rsidR="004062E1" w:rsidRPr="00B40874">
        <w:rPr>
          <w:szCs w:val="20"/>
        </w:rPr>
        <w:t xml:space="preserve"> / </w:t>
      </w:r>
      <w:r>
        <w:rPr>
          <w:szCs w:val="20"/>
        </w:rPr>
        <w:t>5 dni</w:t>
      </w:r>
      <w:r w:rsidR="004062E1" w:rsidRPr="00B40874">
        <w:rPr>
          <w:szCs w:val="20"/>
        </w:rPr>
        <w:t xml:space="preserve"> * </w:t>
      </w:r>
      <w:r w:rsidR="004062E1" w:rsidRPr="00B40874">
        <w:rPr>
          <w:i/>
          <w:szCs w:val="20"/>
        </w:rPr>
        <w:t>(*niepotrzebne</w:t>
      </w:r>
      <w:r w:rsidR="004062E1" w:rsidRPr="00631D68">
        <w:rPr>
          <w:i/>
          <w:szCs w:val="20"/>
        </w:rPr>
        <w:t xml:space="preserve"> skreślić)</w:t>
      </w:r>
    </w:p>
    <w:bookmarkEnd w:id="0"/>
    <w:p w14:paraId="779312EF" w14:textId="77777777" w:rsidR="008A3043" w:rsidRDefault="008A3043" w:rsidP="008A3043">
      <w:pPr>
        <w:jc w:val="left"/>
        <w:rPr>
          <w:szCs w:val="20"/>
        </w:rPr>
      </w:pPr>
      <w:r w:rsidRPr="008A3043">
        <w:rPr>
          <w:szCs w:val="20"/>
        </w:rPr>
        <w:t>Oferujemy ceny jednostkowe/ Tabela cen jednostkowych: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3988"/>
        <w:gridCol w:w="590"/>
        <w:gridCol w:w="738"/>
        <w:gridCol w:w="1522"/>
        <w:gridCol w:w="1659"/>
      </w:tblGrid>
      <w:tr w:rsidR="008A3043" w14:paraId="1A0D16EF" w14:textId="77777777" w:rsidTr="009152C5">
        <w:tc>
          <w:tcPr>
            <w:tcW w:w="563" w:type="dxa"/>
            <w:vAlign w:val="center"/>
          </w:tcPr>
          <w:p w14:paraId="604A5747" w14:textId="77777777" w:rsidR="008A3043" w:rsidRPr="008A3043" w:rsidRDefault="008A3043" w:rsidP="008A3043">
            <w:pPr>
              <w:jc w:val="center"/>
              <w:rPr>
                <w:b/>
                <w:szCs w:val="20"/>
              </w:rPr>
            </w:pPr>
            <w:r w:rsidRPr="008A3043">
              <w:rPr>
                <w:b/>
                <w:szCs w:val="20"/>
              </w:rPr>
              <w:t>Poz.</w:t>
            </w:r>
          </w:p>
        </w:tc>
        <w:tc>
          <w:tcPr>
            <w:tcW w:w="3988" w:type="dxa"/>
            <w:vAlign w:val="center"/>
          </w:tcPr>
          <w:p w14:paraId="1F0333C2" w14:textId="77777777" w:rsidR="008A3043" w:rsidRPr="008A3043" w:rsidRDefault="008A3043" w:rsidP="008A3043">
            <w:pPr>
              <w:jc w:val="center"/>
              <w:rPr>
                <w:b/>
                <w:szCs w:val="20"/>
              </w:rPr>
            </w:pPr>
            <w:r w:rsidRPr="008A3043">
              <w:rPr>
                <w:b/>
                <w:szCs w:val="20"/>
              </w:rPr>
              <w:t>Nazwa</w:t>
            </w:r>
          </w:p>
        </w:tc>
        <w:tc>
          <w:tcPr>
            <w:tcW w:w="590" w:type="dxa"/>
            <w:vAlign w:val="center"/>
          </w:tcPr>
          <w:p w14:paraId="58E561B5" w14:textId="77777777" w:rsidR="008A3043" w:rsidRPr="008A3043" w:rsidRDefault="008A3043" w:rsidP="008A3043">
            <w:pPr>
              <w:jc w:val="center"/>
              <w:rPr>
                <w:b/>
                <w:szCs w:val="20"/>
              </w:rPr>
            </w:pPr>
            <w:r w:rsidRPr="008A3043">
              <w:rPr>
                <w:b/>
                <w:szCs w:val="20"/>
              </w:rPr>
              <w:t>Ilość</w:t>
            </w:r>
          </w:p>
        </w:tc>
        <w:tc>
          <w:tcPr>
            <w:tcW w:w="738" w:type="dxa"/>
            <w:vAlign w:val="center"/>
          </w:tcPr>
          <w:p w14:paraId="72E23A7D" w14:textId="77777777" w:rsidR="008A3043" w:rsidRPr="008A3043" w:rsidRDefault="008A3043" w:rsidP="008A3043">
            <w:pPr>
              <w:jc w:val="center"/>
              <w:rPr>
                <w:b/>
                <w:szCs w:val="20"/>
              </w:rPr>
            </w:pPr>
            <w:r w:rsidRPr="008A3043">
              <w:rPr>
                <w:b/>
                <w:szCs w:val="20"/>
              </w:rPr>
              <w:t>J.m.</w:t>
            </w:r>
          </w:p>
        </w:tc>
        <w:tc>
          <w:tcPr>
            <w:tcW w:w="1522" w:type="dxa"/>
            <w:vAlign w:val="center"/>
          </w:tcPr>
          <w:p w14:paraId="6BEAB02A" w14:textId="77777777" w:rsidR="008A3043" w:rsidRPr="008A3043" w:rsidRDefault="008A3043" w:rsidP="008A3043">
            <w:pPr>
              <w:jc w:val="center"/>
              <w:rPr>
                <w:b/>
                <w:szCs w:val="20"/>
              </w:rPr>
            </w:pPr>
            <w:r w:rsidRPr="008A3043">
              <w:rPr>
                <w:b/>
                <w:szCs w:val="20"/>
              </w:rPr>
              <w:t>Cenna netto</w:t>
            </w:r>
          </w:p>
        </w:tc>
        <w:tc>
          <w:tcPr>
            <w:tcW w:w="1659" w:type="dxa"/>
            <w:vAlign w:val="center"/>
          </w:tcPr>
          <w:p w14:paraId="257524AF" w14:textId="77777777" w:rsidR="008A3043" w:rsidRPr="008A3043" w:rsidRDefault="008A3043" w:rsidP="008A3043">
            <w:pPr>
              <w:jc w:val="center"/>
              <w:rPr>
                <w:b/>
                <w:szCs w:val="20"/>
              </w:rPr>
            </w:pPr>
            <w:r w:rsidRPr="008A3043">
              <w:rPr>
                <w:b/>
                <w:szCs w:val="20"/>
              </w:rPr>
              <w:t>Wartość netto</w:t>
            </w:r>
          </w:p>
        </w:tc>
      </w:tr>
      <w:tr w:rsidR="008A3043" w14:paraId="2E39B245" w14:textId="77777777" w:rsidTr="009152C5">
        <w:tc>
          <w:tcPr>
            <w:tcW w:w="563" w:type="dxa"/>
          </w:tcPr>
          <w:p w14:paraId="03357BA3" w14:textId="77777777" w:rsidR="008A3043" w:rsidRDefault="008A3043" w:rsidP="008A3043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988" w:type="dxa"/>
          </w:tcPr>
          <w:p w14:paraId="35D4C128" w14:textId="3C7531BD" w:rsidR="00890F94" w:rsidRPr="008B0190" w:rsidRDefault="009152C5" w:rsidP="008A3043">
            <w:pPr>
              <w:jc w:val="left"/>
              <w:rPr>
                <w:szCs w:val="20"/>
                <w:highlight w:val="yellow"/>
                <w:lang w:val="pl-PL"/>
              </w:rPr>
            </w:pPr>
            <w:r w:rsidRPr="009152C5">
              <w:rPr>
                <w:rFonts w:ascii="Calibri" w:eastAsia="Times New Roman" w:hAnsi="Calibri" w:cs="Calibri"/>
                <w:szCs w:val="20"/>
                <w:lang w:val="pl-PL" w:eastAsia="pl-PL"/>
              </w:rPr>
              <w:t>Licencja aktualizacji Środowiska budowy, wdrażania, eksploatacji i rozwoju rozproszonych systemów sterowania przemysłowego i biznesowego, z obsługą niezawodnych protokołów komunikacyjnych IoT oraz narzędzi modelowania i migracji modelu wdrożeniowego infrastruktury na potrzeby wielonośnikowych sieci energetycznych (zwanego dalej ŚBRSS)</w:t>
            </w:r>
          </w:p>
        </w:tc>
        <w:tc>
          <w:tcPr>
            <w:tcW w:w="590" w:type="dxa"/>
          </w:tcPr>
          <w:p w14:paraId="3E02E411" w14:textId="3AB24317" w:rsidR="008A3043" w:rsidRPr="008A3043" w:rsidRDefault="00DA4367" w:rsidP="008A3043">
            <w:pPr>
              <w:jc w:val="left"/>
              <w:rPr>
                <w:szCs w:val="20"/>
                <w:lang w:val="pl-PL"/>
              </w:rPr>
            </w:pPr>
            <w:r>
              <w:rPr>
                <w:szCs w:val="20"/>
                <w:lang w:val="pl-PL"/>
              </w:rPr>
              <w:t>1</w:t>
            </w:r>
          </w:p>
        </w:tc>
        <w:tc>
          <w:tcPr>
            <w:tcW w:w="738" w:type="dxa"/>
          </w:tcPr>
          <w:p w14:paraId="0FF42410" w14:textId="50B1B9CF" w:rsidR="008A3043" w:rsidRPr="008A3043" w:rsidRDefault="00DA4367" w:rsidP="008A3043">
            <w:pPr>
              <w:jc w:val="left"/>
              <w:rPr>
                <w:szCs w:val="20"/>
                <w:lang w:val="pl-PL"/>
              </w:rPr>
            </w:pPr>
            <w:r>
              <w:rPr>
                <w:szCs w:val="20"/>
                <w:lang w:val="pl-PL"/>
              </w:rPr>
              <w:t>kpl.</w:t>
            </w:r>
          </w:p>
        </w:tc>
        <w:tc>
          <w:tcPr>
            <w:tcW w:w="1522" w:type="dxa"/>
          </w:tcPr>
          <w:p w14:paraId="24184305" w14:textId="77777777" w:rsidR="008A3043" w:rsidRPr="008A3043" w:rsidRDefault="008A3043" w:rsidP="008A3043">
            <w:pPr>
              <w:jc w:val="left"/>
              <w:rPr>
                <w:szCs w:val="20"/>
                <w:lang w:val="pl-PL"/>
              </w:rPr>
            </w:pPr>
          </w:p>
        </w:tc>
        <w:tc>
          <w:tcPr>
            <w:tcW w:w="1659" w:type="dxa"/>
          </w:tcPr>
          <w:p w14:paraId="51CFDC0D" w14:textId="77777777" w:rsidR="008A3043" w:rsidRPr="008A3043" w:rsidRDefault="008A3043" w:rsidP="008A3043">
            <w:pPr>
              <w:jc w:val="left"/>
              <w:rPr>
                <w:szCs w:val="20"/>
                <w:lang w:val="pl-PL"/>
              </w:rPr>
            </w:pPr>
          </w:p>
        </w:tc>
      </w:tr>
      <w:tr w:rsidR="00DA4367" w14:paraId="321CDB0C" w14:textId="77777777" w:rsidTr="009152C5">
        <w:tc>
          <w:tcPr>
            <w:tcW w:w="563" w:type="dxa"/>
          </w:tcPr>
          <w:p w14:paraId="7678C8D8" w14:textId="77777777" w:rsidR="00DA4367" w:rsidRDefault="00DA4367" w:rsidP="00DA436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988" w:type="dxa"/>
          </w:tcPr>
          <w:p w14:paraId="12BE0720" w14:textId="646FADE6" w:rsidR="00DA4367" w:rsidRPr="008B0190" w:rsidRDefault="009152C5" w:rsidP="00DA4367">
            <w:pPr>
              <w:jc w:val="left"/>
              <w:rPr>
                <w:szCs w:val="20"/>
                <w:highlight w:val="yellow"/>
                <w:lang w:val="pl-PL"/>
              </w:rPr>
            </w:pPr>
            <w:r w:rsidRPr="009152C5">
              <w:rPr>
                <w:rFonts w:ascii="Calibri" w:eastAsia="Times New Roman" w:hAnsi="Calibri" w:cs="Calibri"/>
                <w:szCs w:val="20"/>
                <w:lang w:val="pl-PL" w:eastAsia="pl-PL"/>
              </w:rPr>
              <w:t>Nadzór autorski wdrożenia aktualizacji ŚBRSS w postaci wizyt w lokalizacji Zamawiającego</w:t>
            </w:r>
          </w:p>
        </w:tc>
        <w:tc>
          <w:tcPr>
            <w:tcW w:w="590" w:type="dxa"/>
          </w:tcPr>
          <w:p w14:paraId="1F240575" w14:textId="3C31F3CC" w:rsidR="00DA4367" w:rsidRPr="00D143C0" w:rsidRDefault="009152C5" w:rsidP="00DA4367">
            <w:pPr>
              <w:jc w:val="left"/>
              <w:rPr>
                <w:szCs w:val="20"/>
                <w:lang w:val="pl-PL"/>
              </w:rPr>
            </w:pPr>
            <w:r>
              <w:rPr>
                <w:szCs w:val="20"/>
                <w:lang w:val="pl-PL"/>
              </w:rPr>
              <w:t>6</w:t>
            </w:r>
          </w:p>
        </w:tc>
        <w:tc>
          <w:tcPr>
            <w:tcW w:w="738" w:type="dxa"/>
          </w:tcPr>
          <w:p w14:paraId="43F22123" w14:textId="4D999FCB" w:rsidR="00DA4367" w:rsidRPr="00D143C0" w:rsidRDefault="009152C5" w:rsidP="00DA4367">
            <w:pPr>
              <w:jc w:val="left"/>
              <w:rPr>
                <w:szCs w:val="20"/>
                <w:lang w:val="pl-PL"/>
              </w:rPr>
            </w:pPr>
            <w:r>
              <w:rPr>
                <w:szCs w:val="20"/>
                <w:lang w:val="pl-PL"/>
              </w:rPr>
              <w:t>wizyt</w:t>
            </w:r>
          </w:p>
        </w:tc>
        <w:tc>
          <w:tcPr>
            <w:tcW w:w="1522" w:type="dxa"/>
          </w:tcPr>
          <w:p w14:paraId="3AEE0811" w14:textId="77777777" w:rsidR="00DA4367" w:rsidRPr="00D143C0" w:rsidRDefault="00DA4367" w:rsidP="00DA4367">
            <w:pPr>
              <w:jc w:val="left"/>
              <w:rPr>
                <w:szCs w:val="20"/>
                <w:lang w:val="pl-PL"/>
              </w:rPr>
            </w:pPr>
          </w:p>
        </w:tc>
        <w:tc>
          <w:tcPr>
            <w:tcW w:w="1659" w:type="dxa"/>
          </w:tcPr>
          <w:p w14:paraId="58B85189" w14:textId="77777777" w:rsidR="00DA4367" w:rsidRPr="00D143C0" w:rsidRDefault="00DA4367" w:rsidP="00DA4367">
            <w:pPr>
              <w:jc w:val="left"/>
              <w:rPr>
                <w:szCs w:val="20"/>
                <w:lang w:val="pl-PL"/>
              </w:rPr>
            </w:pPr>
          </w:p>
        </w:tc>
      </w:tr>
      <w:tr w:rsidR="00DA4367" w14:paraId="6B9CCC88" w14:textId="77777777" w:rsidTr="009152C5">
        <w:tc>
          <w:tcPr>
            <w:tcW w:w="563" w:type="dxa"/>
          </w:tcPr>
          <w:p w14:paraId="6882F710" w14:textId="65DADA26" w:rsidR="00DA4367" w:rsidRDefault="00DA4367" w:rsidP="00DA436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3988" w:type="dxa"/>
          </w:tcPr>
          <w:p w14:paraId="034D1B19" w14:textId="3DEDCFFA" w:rsidR="00DA4367" w:rsidRPr="008B0190" w:rsidRDefault="009152C5" w:rsidP="00DA4367">
            <w:pPr>
              <w:jc w:val="left"/>
              <w:rPr>
                <w:rFonts w:ascii="Calibri" w:eastAsia="Times New Roman" w:hAnsi="Calibri" w:cs="Calibri"/>
                <w:szCs w:val="20"/>
                <w:highlight w:val="yellow"/>
                <w:lang w:val="pl-PL" w:eastAsia="pl-PL"/>
              </w:rPr>
            </w:pPr>
            <w:r w:rsidRPr="009152C5">
              <w:rPr>
                <w:rFonts w:ascii="Calibri" w:eastAsia="Times New Roman" w:hAnsi="Calibri" w:cs="Calibri"/>
                <w:szCs w:val="20"/>
                <w:lang w:val="pl-PL" w:eastAsia="pl-PL"/>
              </w:rPr>
              <w:t>Nadzór autorski wdrożenia aktualizacji ŚBRSS wykonywany zdalnie</w:t>
            </w:r>
          </w:p>
        </w:tc>
        <w:tc>
          <w:tcPr>
            <w:tcW w:w="590" w:type="dxa"/>
          </w:tcPr>
          <w:p w14:paraId="40155258" w14:textId="756E2086" w:rsidR="00DA4367" w:rsidRPr="0086026B" w:rsidRDefault="009152C5" w:rsidP="00DA4367">
            <w:pPr>
              <w:jc w:val="left"/>
              <w:rPr>
                <w:szCs w:val="20"/>
                <w:lang w:val="pl-PL"/>
              </w:rPr>
            </w:pPr>
            <w:r>
              <w:rPr>
                <w:szCs w:val="20"/>
                <w:lang w:val="pl-PL"/>
              </w:rPr>
              <w:t>60</w:t>
            </w:r>
          </w:p>
        </w:tc>
        <w:tc>
          <w:tcPr>
            <w:tcW w:w="738" w:type="dxa"/>
          </w:tcPr>
          <w:p w14:paraId="0D04BFA8" w14:textId="27E2823E" w:rsidR="00DA4367" w:rsidRPr="0086026B" w:rsidRDefault="009152C5" w:rsidP="00DA4367">
            <w:pPr>
              <w:jc w:val="left"/>
              <w:rPr>
                <w:szCs w:val="20"/>
                <w:lang w:val="pl-PL"/>
              </w:rPr>
            </w:pPr>
            <w:r>
              <w:rPr>
                <w:szCs w:val="20"/>
                <w:lang w:val="pl-PL"/>
              </w:rPr>
              <w:t>godz.</w:t>
            </w:r>
          </w:p>
        </w:tc>
        <w:tc>
          <w:tcPr>
            <w:tcW w:w="1522" w:type="dxa"/>
          </w:tcPr>
          <w:p w14:paraId="0A3957AB" w14:textId="77777777" w:rsidR="00DA4367" w:rsidRPr="0086026B" w:rsidRDefault="00DA4367" w:rsidP="00DA4367">
            <w:pPr>
              <w:jc w:val="left"/>
              <w:rPr>
                <w:szCs w:val="20"/>
                <w:lang w:val="pl-PL"/>
              </w:rPr>
            </w:pPr>
          </w:p>
        </w:tc>
        <w:tc>
          <w:tcPr>
            <w:tcW w:w="1659" w:type="dxa"/>
          </w:tcPr>
          <w:p w14:paraId="54E4E11C" w14:textId="77777777" w:rsidR="00DA4367" w:rsidRPr="0086026B" w:rsidRDefault="00DA4367" w:rsidP="00DA4367">
            <w:pPr>
              <w:jc w:val="left"/>
              <w:rPr>
                <w:szCs w:val="20"/>
                <w:lang w:val="pl-PL"/>
              </w:rPr>
            </w:pPr>
          </w:p>
        </w:tc>
      </w:tr>
      <w:tr w:rsidR="009152C5" w14:paraId="7C6328BB" w14:textId="77777777" w:rsidTr="009152C5">
        <w:tc>
          <w:tcPr>
            <w:tcW w:w="563" w:type="dxa"/>
          </w:tcPr>
          <w:p w14:paraId="55B74705" w14:textId="67508D06" w:rsidR="009152C5" w:rsidRDefault="009152C5" w:rsidP="009152C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988" w:type="dxa"/>
          </w:tcPr>
          <w:p w14:paraId="732C6F11" w14:textId="67E100EF" w:rsidR="009152C5" w:rsidRPr="009152C5" w:rsidRDefault="009152C5" w:rsidP="009152C5">
            <w:pPr>
              <w:jc w:val="left"/>
              <w:rPr>
                <w:rFonts w:ascii="Calibri" w:eastAsia="Times New Roman" w:hAnsi="Calibri" w:cs="Calibri"/>
                <w:szCs w:val="20"/>
                <w:lang w:eastAsia="pl-PL"/>
              </w:rPr>
            </w:pPr>
            <w:r w:rsidRPr="009152C5">
              <w:rPr>
                <w:rFonts w:ascii="Calibri" w:eastAsia="Times New Roman" w:hAnsi="Calibri" w:cs="Calibri"/>
                <w:szCs w:val="20"/>
                <w:lang w:eastAsia="pl-PL"/>
              </w:rPr>
              <w:t xml:space="preserve">Licencja aktualizacji Oprogramowania bezpiecznego, rozproszonego systemu przechowywania danych na potrzeby </w:t>
            </w:r>
            <w:r w:rsidRPr="009152C5">
              <w:rPr>
                <w:rFonts w:ascii="Calibri" w:eastAsia="Times New Roman" w:hAnsi="Calibri" w:cs="Calibri"/>
                <w:szCs w:val="20"/>
                <w:lang w:eastAsia="pl-PL"/>
              </w:rPr>
              <w:lastRenderedPageBreak/>
              <w:t>wielonośnikowych sieci energetycznych (zwanego dalej BRSPD)</w:t>
            </w:r>
          </w:p>
        </w:tc>
        <w:tc>
          <w:tcPr>
            <w:tcW w:w="590" w:type="dxa"/>
          </w:tcPr>
          <w:p w14:paraId="0AADE0BB" w14:textId="5FC8F007" w:rsidR="009152C5" w:rsidRDefault="009152C5" w:rsidP="009152C5">
            <w:pPr>
              <w:jc w:val="left"/>
              <w:rPr>
                <w:szCs w:val="20"/>
              </w:rPr>
            </w:pPr>
            <w:r>
              <w:rPr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738" w:type="dxa"/>
          </w:tcPr>
          <w:p w14:paraId="4B931BA8" w14:textId="3AAD394D" w:rsidR="009152C5" w:rsidRDefault="009152C5" w:rsidP="009152C5">
            <w:pPr>
              <w:jc w:val="left"/>
              <w:rPr>
                <w:szCs w:val="20"/>
              </w:rPr>
            </w:pPr>
            <w:r>
              <w:rPr>
                <w:szCs w:val="20"/>
                <w:lang w:val="pl-PL"/>
              </w:rPr>
              <w:t>kpl.</w:t>
            </w:r>
          </w:p>
        </w:tc>
        <w:tc>
          <w:tcPr>
            <w:tcW w:w="1522" w:type="dxa"/>
          </w:tcPr>
          <w:p w14:paraId="6598DEEF" w14:textId="77777777" w:rsidR="009152C5" w:rsidRPr="0086026B" w:rsidRDefault="009152C5" w:rsidP="009152C5">
            <w:pPr>
              <w:jc w:val="left"/>
              <w:rPr>
                <w:szCs w:val="20"/>
              </w:rPr>
            </w:pPr>
          </w:p>
        </w:tc>
        <w:tc>
          <w:tcPr>
            <w:tcW w:w="1659" w:type="dxa"/>
          </w:tcPr>
          <w:p w14:paraId="34AD6E09" w14:textId="77777777" w:rsidR="009152C5" w:rsidRPr="0086026B" w:rsidRDefault="009152C5" w:rsidP="009152C5">
            <w:pPr>
              <w:jc w:val="left"/>
              <w:rPr>
                <w:szCs w:val="20"/>
              </w:rPr>
            </w:pPr>
          </w:p>
        </w:tc>
      </w:tr>
      <w:tr w:rsidR="009152C5" w14:paraId="47468E34" w14:textId="77777777" w:rsidTr="009152C5">
        <w:tc>
          <w:tcPr>
            <w:tcW w:w="563" w:type="dxa"/>
          </w:tcPr>
          <w:p w14:paraId="2CB462B2" w14:textId="183F0BE7" w:rsidR="009152C5" w:rsidRDefault="009152C5" w:rsidP="009152C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3988" w:type="dxa"/>
          </w:tcPr>
          <w:p w14:paraId="1F3B1E2F" w14:textId="3153689C" w:rsidR="009152C5" w:rsidRPr="009152C5" w:rsidRDefault="009152C5" w:rsidP="009152C5">
            <w:pPr>
              <w:jc w:val="left"/>
              <w:rPr>
                <w:rFonts w:ascii="Calibri" w:eastAsia="Times New Roman" w:hAnsi="Calibri" w:cs="Calibri"/>
                <w:szCs w:val="20"/>
                <w:lang w:eastAsia="pl-PL"/>
              </w:rPr>
            </w:pPr>
            <w:r w:rsidRPr="009152C5">
              <w:rPr>
                <w:rFonts w:ascii="Calibri" w:eastAsia="Times New Roman" w:hAnsi="Calibri" w:cs="Calibri"/>
                <w:szCs w:val="20"/>
                <w:lang w:eastAsia="pl-PL"/>
              </w:rPr>
              <w:t>Nadzór autorski wdrożenia aktualizacji BRSPD w postaci wizyt w lokalizacji Zamawiającego</w:t>
            </w:r>
          </w:p>
        </w:tc>
        <w:tc>
          <w:tcPr>
            <w:tcW w:w="590" w:type="dxa"/>
          </w:tcPr>
          <w:p w14:paraId="3A01AA8B" w14:textId="227C0302" w:rsidR="009152C5" w:rsidRDefault="009152C5" w:rsidP="009152C5">
            <w:pPr>
              <w:jc w:val="left"/>
              <w:rPr>
                <w:szCs w:val="20"/>
              </w:rPr>
            </w:pPr>
            <w:r>
              <w:rPr>
                <w:szCs w:val="20"/>
                <w:lang w:val="pl-PL"/>
              </w:rPr>
              <w:t>6</w:t>
            </w:r>
          </w:p>
        </w:tc>
        <w:tc>
          <w:tcPr>
            <w:tcW w:w="738" w:type="dxa"/>
          </w:tcPr>
          <w:p w14:paraId="6CF87C8C" w14:textId="2ECB7022" w:rsidR="009152C5" w:rsidRDefault="009152C5" w:rsidP="009152C5">
            <w:pPr>
              <w:jc w:val="left"/>
              <w:rPr>
                <w:szCs w:val="20"/>
              </w:rPr>
            </w:pPr>
            <w:r>
              <w:rPr>
                <w:szCs w:val="20"/>
                <w:lang w:val="pl-PL"/>
              </w:rPr>
              <w:t>wizyt</w:t>
            </w:r>
          </w:p>
        </w:tc>
        <w:tc>
          <w:tcPr>
            <w:tcW w:w="1522" w:type="dxa"/>
          </w:tcPr>
          <w:p w14:paraId="13CEEFD6" w14:textId="77777777" w:rsidR="009152C5" w:rsidRPr="0086026B" w:rsidRDefault="009152C5" w:rsidP="009152C5">
            <w:pPr>
              <w:jc w:val="left"/>
              <w:rPr>
                <w:szCs w:val="20"/>
              </w:rPr>
            </w:pPr>
          </w:p>
        </w:tc>
        <w:tc>
          <w:tcPr>
            <w:tcW w:w="1659" w:type="dxa"/>
          </w:tcPr>
          <w:p w14:paraId="04D3AAA7" w14:textId="77777777" w:rsidR="009152C5" w:rsidRPr="0086026B" w:rsidRDefault="009152C5" w:rsidP="009152C5">
            <w:pPr>
              <w:jc w:val="left"/>
              <w:rPr>
                <w:szCs w:val="20"/>
              </w:rPr>
            </w:pPr>
          </w:p>
        </w:tc>
      </w:tr>
      <w:tr w:rsidR="009152C5" w14:paraId="4794C249" w14:textId="77777777" w:rsidTr="009152C5">
        <w:tc>
          <w:tcPr>
            <w:tcW w:w="563" w:type="dxa"/>
          </w:tcPr>
          <w:p w14:paraId="775E413E" w14:textId="45B865E6" w:rsidR="009152C5" w:rsidRDefault="009152C5" w:rsidP="009152C5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3988" w:type="dxa"/>
          </w:tcPr>
          <w:p w14:paraId="75F9D417" w14:textId="2B5685B0" w:rsidR="009152C5" w:rsidRPr="009152C5" w:rsidRDefault="009152C5" w:rsidP="009152C5">
            <w:pPr>
              <w:jc w:val="left"/>
              <w:rPr>
                <w:rFonts w:ascii="Calibri" w:eastAsia="Times New Roman" w:hAnsi="Calibri" w:cs="Calibri"/>
                <w:szCs w:val="20"/>
                <w:lang w:eastAsia="pl-PL"/>
              </w:rPr>
            </w:pPr>
            <w:r w:rsidRPr="009152C5">
              <w:rPr>
                <w:rFonts w:ascii="Calibri" w:eastAsia="Times New Roman" w:hAnsi="Calibri" w:cs="Calibri"/>
                <w:szCs w:val="20"/>
                <w:lang w:eastAsia="pl-PL"/>
              </w:rPr>
              <w:t>Nadzór autorski wdrożenia aktualizacji BRSPD wykonywany zdalnie</w:t>
            </w:r>
          </w:p>
        </w:tc>
        <w:tc>
          <w:tcPr>
            <w:tcW w:w="590" w:type="dxa"/>
          </w:tcPr>
          <w:p w14:paraId="0C4A7E34" w14:textId="40BB3A01" w:rsidR="009152C5" w:rsidRDefault="009152C5" w:rsidP="009152C5">
            <w:pPr>
              <w:jc w:val="left"/>
              <w:rPr>
                <w:szCs w:val="20"/>
              </w:rPr>
            </w:pPr>
            <w:r>
              <w:rPr>
                <w:szCs w:val="20"/>
                <w:lang w:val="pl-PL"/>
              </w:rPr>
              <w:t>60</w:t>
            </w:r>
          </w:p>
        </w:tc>
        <w:tc>
          <w:tcPr>
            <w:tcW w:w="738" w:type="dxa"/>
          </w:tcPr>
          <w:p w14:paraId="20D85082" w14:textId="69AD0CA8" w:rsidR="009152C5" w:rsidRDefault="009152C5" w:rsidP="009152C5">
            <w:pPr>
              <w:jc w:val="left"/>
              <w:rPr>
                <w:szCs w:val="20"/>
              </w:rPr>
            </w:pPr>
            <w:r>
              <w:rPr>
                <w:szCs w:val="20"/>
                <w:lang w:val="pl-PL"/>
              </w:rPr>
              <w:t>godz.</w:t>
            </w:r>
          </w:p>
        </w:tc>
        <w:tc>
          <w:tcPr>
            <w:tcW w:w="1522" w:type="dxa"/>
          </w:tcPr>
          <w:p w14:paraId="259546DF" w14:textId="77777777" w:rsidR="009152C5" w:rsidRPr="0086026B" w:rsidRDefault="009152C5" w:rsidP="009152C5">
            <w:pPr>
              <w:jc w:val="left"/>
              <w:rPr>
                <w:szCs w:val="20"/>
              </w:rPr>
            </w:pPr>
          </w:p>
        </w:tc>
        <w:tc>
          <w:tcPr>
            <w:tcW w:w="1659" w:type="dxa"/>
          </w:tcPr>
          <w:p w14:paraId="6ACCA2F7" w14:textId="77777777" w:rsidR="009152C5" w:rsidRPr="0086026B" w:rsidRDefault="009152C5" w:rsidP="009152C5">
            <w:pPr>
              <w:jc w:val="left"/>
              <w:rPr>
                <w:szCs w:val="20"/>
              </w:rPr>
            </w:pPr>
          </w:p>
        </w:tc>
      </w:tr>
      <w:tr w:rsidR="009152C5" w14:paraId="50396570" w14:textId="77777777" w:rsidTr="009152C5">
        <w:tc>
          <w:tcPr>
            <w:tcW w:w="563" w:type="dxa"/>
          </w:tcPr>
          <w:p w14:paraId="180C32E1" w14:textId="77777777" w:rsidR="009152C5" w:rsidRPr="008A3043" w:rsidRDefault="009152C5" w:rsidP="009152C5">
            <w:pPr>
              <w:jc w:val="left"/>
              <w:rPr>
                <w:szCs w:val="20"/>
                <w:lang w:val="pl-PL"/>
              </w:rPr>
            </w:pPr>
          </w:p>
        </w:tc>
        <w:tc>
          <w:tcPr>
            <w:tcW w:w="3988" w:type="dxa"/>
          </w:tcPr>
          <w:p w14:paraId="27089B36" w14:textId="77777777" w:rsidR="009152C5" w:rsidRPr="008A3043" w:rsidRDefault="009152C5" w:rsidP="009152C5">
            <w:pPr>
              <w:jc w:val="left"/>
              <w:rPr>
                <w:b/>
                <w:szCs w:val="20"/>
                <w:lang w:val="pl-PL"/>
              </w:rPr>
            </w:pPr>
            <w:r w:rsidRPr="008A3043">
              <w:rPr>
                <w:b/>
                <w:szCs w:val="20"/>
                <w:lang w:val="pl-PL"/>
              </w:rPr>
              <w:t>Razem netto</w:t>
            </w:r>
          </w:p>
        </w:tc>
        <w:tc>
          <w:tcPr>
            <w:tcW w:w="590" w:type="dxa"/>
            <w:shd w:val="clear" w:color="auto" w:fill="D9D9D9" w:themeFill="background1" w:themeFillShade="D9"/>
          </w:tcPr>
          <w:p w14:paraId="1037264F" w14:textId="77777777" w:rsidR="009152C5" w:rsidRPr="008A3043" w:rsidRDefault="009152C5" w:rsidP="009152C5">
            <w:pPr>
              <w:jc w:val="left"/>
              <w:rPr>
                <w:b/>
                <w:szCs w:val="20"/>
                <w:lang w:val="pl-PL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</w:tcPr>
          <w:p w14:paraId="2EC56750" w14:textId="77777777" w:rsidR="009152C5" w:rsidRPr="008A3043" w:rsidRDefault="009152C5" w:rsidP="009152C5">
            <w:pPr>
              <w:jc w:val="left"/>
              <w:rPr>
                <w:b/>
                <w:szCs w:val="20"/>
                <w:lang w:val="pl-PL"/>
              </w:rPr>
            </w:pPr>
          </w:p>
        </w:tc>
        <w:tc>
          <w:tcPr>
            <w:tcW w:w="1522" w:type="dxa"/>
            <w:shd w:val="clear" w:color="auto" w:fill="D9D9D9" w:themeFill="background1" w:themeFillShade="D9"/>
          </w:tcPr>
          <w:p w14:paraId="66192DE5" w14:textId="77777777" w:rsidR="009152C5" w:rsidRPr="008A3043" w:rsidRDefault="009152C5" w:rsidP="009152C5">
            <w:pPr>
              <w:jc w:val="left"/>
              <w:rPr>
                <w:b/>
                <w:szCs w:val="20"/>
                <w:lang w:val="pl-PL"/>
              </w:rPr>
            </w:pPr>
          </w:p>
        </w:tc>
        <w:tc>
          <w:tcPr>
            <w:tcW w:w="1659" w:type="dxa"/>
          </w:tcPr>
          <w:p w14:paraId="6F028F1E" w14:textId="77777777" w:rsidR="009152C5" w:rsidRPr="008A3043" w:rsidRDefault="009152C5" w:rsidP="009152C5">
            <w:pPr>
              <w:jc w:val="left"/>
              <w:rPr>
                <w:b/>
                <w:szCs w:val="20"/>
                <w:lang w:val="pl-PL"/>
              </w:rPr>
            </w:pPr>
          </w:p>
        </w:tc>
      </w:tr>
      <w:tr w:rsidR="009152C5" w14:paraId="48ACE7D8" w14:textId="77777777" w:rsidTr="009152C5">
        <w:tc>
          <w:tcPr>
            <w:tcW w:w="563" w:type="dxa"/>
          </w:tcPr>
          <w:p w14:paraId="44F55720" w14:textId="77777777" w:rsidR="009152C5" w:rsidRPr="008A3043" w:rsidRDefault="009152C5" w:rsidP="009152C5">
            <w:pPr>
              <w:jc w:val="left"/>
              <w:rPr>
                <w:szCs w:val="20"/>
              </w:rPr>
            </w:pPr>
          </w:p>
        </w:tc>
        <w:tc>
          <w:tcPr>
            <w:tcW w:w="3988" w:type="dxa"/>
          </w:tcPr>
          <w:p w14:paraId="131C2D83" w14:textId="77777777" w:rsidR="009152C5" w:rsidRPr="008A3043" w:rsidRDefault="009152C5" w:rsidP="009152C5">
            <w:pPr>
              <w:jc w:val="left"/>
              <w:rPr>
                <w:b/>
                <w:szCs w:val="20"/>
              </w:rPr>
            </w:pPr>
            <w:r w:rsidRPr="008A3043">
              <w:rPr>
                <w:b/>
                <w:szCs w:val="20"/>
                <w:lang w:val="pl-PL"/>
              </w:rPr>
              <w:t xml:space="preserve">Razem </w:t>
            </w:r>
            <w:r>
              <w:rPr>
                <w:b/>
                <w:szCs w:val="20"/>
                <w:lang w:val="pl-PL"/>
              </w:rPr>
              <w:t>bru</w:t>
            </w:r>
            <w:r w:rsidRPr="008A3043">
              <w:rPr>
                <w:b/>
                <w:szCs w:val="20"/>
                <w:lang w:val="pl-PL"/>
              </w:rPr>
              <w:t>tto</w:t>
            </w:r>
          </w:p>
        </w:tc>
        <w:tc>
          <w:tcPr>
            <w:tcW w:w="590" w:type="dxa"/>
            <w:shd w:val="clear" w:color="auto" w:fill="D9D9D9" w:themeFill="background1" w:themeFillShade="D9"/>
          </w:tcPr>
          <w:p w14:paraId="3B0AA79F" w14:textId="77777777" w:rsidR="009152C5" w:rsidRPr="008A3043" w:rsidRDefault="009152C5" w:rsidP="009152C5">
            <w:pPr>
              <w:jc w:val="left"/>
              <w:rPr>
                <w:b/>
                <w:szCs w:val="20"/>
              </w:rPr>
            </w:pPr>
          </w:p>
        </w:tc>
        <w:tc>
          <w:tcPr>
            <w:tcW w:w="738" w:type="dxa"/>
            <w:shd w:val="clear" w:color="auto" w:fill="D9D9D9" w:themeFill="background1" w:themeFillShade="D9"/>
          </w:tcPr>
          <w:p w14:paraId="22CD5EF9" w14:textId="77777777" w:rsidR="009152C5" w:rsidRPr="008A3043" w:rsidRDefault="009152C5" w:rsidP="009152C5">
            <w:pPr>
              <w:jc w:val="left"/>
              <w:rPr>
                <w:b/>
                <w:szCs w:val="20"/>
              </w:rPr>
            </w:pPr>
          </w:p>
        </w:tc>
        <w:tc>
          <w:tcPr>
            <w:tcW w:w="1522" w:type="dxa"/>
            <w:shd w:val="clear" w:color="auto" w:fill="D9D9D9" w:themeFill="background1" w:themeFillShade="D9"/>
          </w:tcPr>
          <w:p w14:paraId="3BC132A0" w14:textId="77777777" w:rsidR="009152C5" w:rsidRPr="008A3043" w:rsidRDefault="009152C5" w:rsidP="009152C5">
            <w:pPr>
              <w:jc w:val="left"/>
              <w:rPr>
                <w:b/>
                <w:szCs w:val="20"/>
              </w:rPr>
            </w:pPr>
          </w:p>
        </w:tc>
        <w:tc>
          <w:tcPr>
            <w:tcW w:w="1659" w:type="dxa"/>
          </w:tcPr>
          <w:p w14:paraId="7DBFF87E" w14:textId="77777777" w:rsidR="009152C5" w:rsidRPr="008A3043" w:rsidRDefault="009152C5" w:rsidP="009152C5">
            <w:pPr>
              <w:jc w:val="left"/>
              <w:rPr>
                <w:b/>
                <w:szCs w:val="20"/>
              </w:rPr>
            </w:pPr>
          </w:p>
        </w:tc>
      </w:tr>
    </w:tbl>
    <w:p w14:paraId="2C471CDE" w14:textId="3E820D90" w:rsidR="00A96D31" w:rsidRDefault="00A96D31" w:rsidP="008A3043">
      <w:pPr>
        <w:jc w:val="left"/>
        <w:rPr>
          <w:szCs w:val="20"/>
        </w:rPr>
      </w:pPr>
    </w:p>
    <w:p w14:paraId="3F2B2A7E" w14:textId="77777777" w:rsidR="008A3043" w:rsidRPr="008A3043" w:rsidRDefault="008A3043" w:rsidP="00C61180">
      <w:pPr>
        <w:rPr>
          <w:szCs w:val="20"/>
        </w:rPr>
      </w:pPr>
      <w:r w:rsidRPr="008A3043">
        <w:rPr>
          <w:b/>
          <w:bCs/>
          <w:szCs w:val="20"/>
        </w:rPr>
        <w:t>Ponadto Oferent oświadcza, że:</w:t>
      </w:r>
    </w:p>
    <w:p w14:paraId="760A064D" w14:textId="77777777" w:rsidR="008A3043" w:rsidRPr="008A3043" w:rsidRDefault="008A3043" w:rsidP="004062E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rPr>
          <w:szCs w:val="20"/>
        </w:rPr>
      </w:pPr>
      <w:r w:rsidRPr="008A3043">
        <w:rPr>
          <w:szCs w:val="20"/>
        </w:rPr>
        <w:t>zapoznał się z „Regulaminem udzielania zamówień” i akceptuje jego postanowienia;</w:t>
      </w:r>
    </w:p>
    <w:p w14:paraId="79A0B2B4" w14:textId="77777777" w:rsidR="008A3043" w:rsidRPr="008A3043" w:rsidRDefault="008A3043" w:rsidP="004062E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rPr>
          <w:szCs w:val="20"/>
        </w:rPr>
      </w:pPr>
      <w:r w:rsidRPr="008A3043">
        <w:rPr>
          <w:szCs w:val="20"/>
        </w:rPr>
        <w:t>zapoznał się z Zapytaniem ofertowym i nie wnosi do niego zastrzeżeń;</w:t>
      </w:r>
    </w:p>
    <w:p w14:paraId="24F4919D" w14:textId="77777777" w:rsidR="008A3043" w:rsidRPr="008A4F66" w:rsidRDefault="008A3043" w:rsidP="004062E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rPr>
          <w:szCs w:val="20"/>
        </w:rPr>
      </w:pPr>
      <w:r w:rsidRPr="008A4F66">
        <w:rPr>
          <w:szCs w:val="20"/>
        </w:rPr>
        <w:t>uważa się za związanego niniejszą ofertą przez okres 60 dni licząc od dnia następnego po otwarciu ofert;</w:t>
      </w:r>
    </w:p>
    <w:p w14:paraId="5582EF01" w14:textId="77777777" w:rsidR="008A3043" w:rsidRPr="008A3043" w:rsidRDefault="008A3043" w:rsidP="004062E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rPr>
          <w:szCs w:val="20"/>
        </w:rPr>
      </w:pPr>
      <w:r w:rsidRPr="008A3043">
        <w:rPr>
          <w:szCs w:val="20"/>
        </w:rPr>
        <w:t>posiada zdolność techniczno-organizacyjną do wykonania przedmiotu zamówienia;</w:t>
      </w:r>
    </w:p>
    <w:p w14:paraId="1B17D155" w14:textId="77777777" w:rsidR="008A3043" w:rsidRPr="008A3043" w:rsidRDefault="008A3043" w:rsidP="004062E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rPr>
          <w:szCs w:val="20"/>
        </w:rPr>
      </w:pPr>
      <w:r w:rsidRPr="008A3043">
        <w:rPr>
          <w:szCs w:val="20"/>
        </w:rPr>
        <w:t>spełnia warunki udziału w postępowaniu określone w Zapytaniu ofertowym;</w:t>
      </w:r>
    </w:p>
    <w:p w14:paraId="7BC666CB" w14:textId="77777777" w:rsidR="008A3043" w:rsidRPr="008A3043" w:rsidRDefault="008A3043" w:rsidP="004062E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rPr>
          <w:szCs w:val="20"/>
        </w:rPr>
      </w:pPr>
      <w:r w:rsidRPr="008A3043">
        <w:rPr>
          <w:szCs w:val="20"/>
        </w:rPr>
        <w:t>nie podlega wykluczeniu z postępowania o udzielenie zamówienia w okolicznościach określonych w zapytaniu ofertowym;</w:t>
      </w:r>
    </w:p>
    <w:p w14:paraId="05626D70" w14:textId="21571137" w:rsidR="008A3043" w:rsidRPr="008A3043" w:rsidRDefault="008A3043" w:rsidP="004062E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rPr>
          <w:szCs w:val="20"/>
        </w:rPr>
      </w:pPr>
      <w:r w:rsidRPr="008A3043">
        <w:rPr>
          <w:szCs w:val="20"/>
        </w:rPr>
        <w:t>nie jest powiązany osobowo lub kapitałowo z Z</w:t>
      </w:r>
      <w:r w:rsidR="00936851">
        <w:rPr>
          <w:szCs w:val="20"/>
        </w:rPr>
        <w:t>a</w:t>
      </w:r>
      <w:r w:rsidRPr="008A3043">
        <w:rPr>
          <w:szCs w:val="20"/>
        </w:rPr>
        <w:t>mawiającym. Przez powiązania kapitałowe lub osobowe rozumie się wzajemne powiązania między Zamawiającym lub osobami upoważnionymi do zaciągania zobowiązań w imieniu Zamawiającego lub osobami wykonującymi w imieniu Zamawiającego czynności związane z przygotowaniem i przeprowadzeniem procedury wyboru Oferenta a Oferentem, polegające w</w:t>
      </w:r>
      <w:r w:rsidR="00992287">
        <w:rPr>
          <w:szCs w:val="20"/>
        </w:rPr>
        <w:t> </w:t>
      </w:r>
      <w:r w:rsidRPr="008A3043">
        <w:rPr>
          <w:szCs w:val="20"/>
        </w:rPr>
        <w:t>szczególności na:</w:t>
      </w:r>
    </w:p>
    <w:p w14:paraId="2C0D268C" w14:textId="77777777" w:rsidR="008A3043" w:rsidRPr="008A3043" w:rsidRDefault="008A3043" w:rsidP="004062E1">
      <w:pPr>
        <w:numPr>
          <w:ilvl w:val="1"/>
          <w:numId w:val="23"/>
        </w:numPr>
        <w:tabs>
          <w:tab w:val="clear" w:pos="1440"/>
          <w:tab w:val="num" w:pos="1080"/>
        </w:tabs>
        <w:ind w:left="1080"/>
        <w:rPr>
          <w:szCs w:val="20"/>
        </w:rPr>
      </w:pPr>
      <w:r w:rsidRPr="008A3043">
        <w:rPr>
          <w:szCs w:val="20"/>
        </w:rPr>
        <w:t>uczestniczeniu w spółce jako wspólnik spółki cywilnej lub spółki osobowej,</w:t>
      </w:r>
    </w:p>
    <w:p w14:paraId="0F8C9FEE" w14:textId="77777777" w:rsidR="008A3043" w:rsidRPr="008A3043" w:rsidRDefault="008A3043" w:rsidP="004062E1">
      <w:pPr>
        <w:numPr>
          <w:ilvl w:val="1"/>
          <w:numId w:val="23"/>
        </w:numPr>
        <w:tabs>
          <w:tab w:val="clear" w:pos="1440"/>
          <w:tab w:val="num" w:pos="1080"/>
        </w:tabs>
        <w:ind w:left="1080"/>
        <w:rPr>
          <w:szCs w:val="20"/>
        </w:rPr>
      </w:pPr>
      <w:r w:rsidRPr="008A3043">
        <w:rPr>
          <w:szCs w:val="20"/>
        </w:rPr>
        <w:t>posiadaniu co najmniej 10 % udziałów lub akcji,</w:t>
      </w:r>
    </w:p>
    <w:p w14:paraId="20E0237D" w14:textId="77777777" w:rsidR="008A3043" w:rsidRPr="008A3043" w:rsidRDefault="008A3043" w:rsidP="004062E1">
      <w:pPr>
        <w:numPr>
          <w:ilvl w:val="1"/>
          <w:numId w:val="23"/>
        </w:numPr>
        <w:tabs>
          <w:tab w:val="clear" w:pos="1440"/>
          <w:tab w:val="num" w:pos="1080"/>
        </w:tabs>
        <w:ind w:left="1080"/>
        <w:rPr>
          <w:szCs w:val="20"/>
        </w:rPr>
      </w:pPr>
      <w:r w:rsidRPr="008A3043">
        <w:rPr>
          <w:szCs w:val="20"/>
        </w:rPr>
        <w:t>pełnieniu funkcji członka organu nadzorczego lub zarządzającego, prokurenta, pełnomocnika,</w:t>
      </w:r>
    </w:p>
    <w:p w14:paraId="51BE2476" w14:textId="77777777" w:rsidR="008A3043" w:rsidRPr="008A3043" w:rsidRDefault="008A3043" w:rsidP="004062E1">
      <w:pPr>
        <w:numPr>
          <w:ilvl w:val="1"/>
          <w:numId w:val="23"/>
        </w:numPr>
        <w:tabs>
          <w:tab w:val="clear" w:pos="1440"/>
          <w:tab w:val="num" w:pos="1080"/>
        </w:tabs>
        <w:ind w:left="1080"/>
        <w:rPr>
          <w:szCs w:val="20"/>
        </w:rPr>
      </w:pPr>
      <w:r w:rsidRPr="008A3043">
        <w:rPr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936851">
        <w:rPr>
          <w:szCs w:val="20"/>
        </w:rPr>
        <w:t>;</w:t>
      </w:r>
    </w:p>
    <w:p w14:paraId="0689A999" w14:textId="77777777" w:rsidR="008A3043" w:rsidRPr="008A3043" w:rsidRDefault="008A3043" w:rsidP="004062E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rPr>
          <w:szCs w:val="20"/>
        </w:rPr>
      </w:pPr>
      <w:r w:rsidRPr="008A3043">
        <w:rPr>
          <w:szCs w:val="20"/>
        </w:rPr>
        <w:t>wypełnił obowiązki informacyjne przewidziane w art. 13 lub art. 14 RODO</w:t>
      </w:r>
      <w:bookmarkStart w:id="1" w:name="sdfootnote1anc"/>
      <w:r w:rsidRPr="008A3043">
        <w:rPr>
          <w:szCs w:val="20"/>
        </w:rPr>
        <w:fldChar w:fldCharType="begin"/>
      </w:r>
      <w:r w:rsidRPr="008A3043">
        <w:rPr>
          <w:szCs w:val="20"/>
        </w:rPr>
        <w:instrText xml:space="preserve"> HYPERLINK "" \l "sdfootnote1sym" </w:instrText>
      </w:r>
      <w:r w:rsidRPr="008A3043">
        <w:rPr>
          <w:szCs w:val="20"/>
        </w:rPr>
      </w:r>
      <w:r w:rsidRPr="008A3043">
        <w:rPr>
          <w:szCs w:val="20"/>
        </w:rPr>
        <w:fldChar w:fldCharType="separate"/>
      </w:r>
      <w:r w:rsidRPr="008A3043">
        <w:rPr>
          <w:rStyle w:val="Hipercze"/>
          <w:szCs w:val="20"/>
          <w:vertAlign w:val="superscript"/>
        </w:rPr>
        <w:t>1</w:t>
      </w:r>
      <w:r w:rsidRPr="008A3043">
        <w:rPr>
          <w:szCs w:val="20"/>
        </w:rPr>
        <w:fldChar w:fldCharType="end"/>
      </w:r>
      <w:bookmarkEnd w:id="1"/>
      <w:r w:rsidRPr="008A3043">
        <w:rPr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936851">
        <w:rPr>
          <w:szCs w:val="20"/>
        </w:rPr>
        <w:t>;</w:t>
      </w:r>
      <w:r w:rsidRPr="008A3043">
        <w:rPr>
          <w:szCs w:val="20"/>
        </w:rPr>
        <w:t>*</w:t>
      </w:r>
    </w:p>
    <w:p w14:paraId="6A3C072E" w14:textId="77777777" w:rsidR="008A3043" w:rsidRPr="008A3043" w:rsidRDefault="008A3043" w:rsidP="004062E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left"/>
        <w:rPr>
          <w:szCs w:val="20"/>
        </w:rPr>
      </w:pPr>
      <w:r w:rsidRPr="008A3043">
        <w:rPr>
          <w:szCs w:val="20"/>
        </w:rPr>
        <w:t>integralną częścią niniejszej oferty są:</w:t>
      </w:r>
    </w:p>
    <w:p w14:paraId="1BEC5D2F" w14:textId="77777777" w:rsidR="008A3043" w:rsidRPr="008A3043" w:rsidRDefault="008A3043" w:rsidP="004062E1">
      <w:pPr>
        <w:numPr>
          <w:ilvl w:val="1"/>
          <w:numId w:val="24"/>
        </w:numPr>
        <w:tabs>
          <w:tab w:val="clear" w:pos="1440"/>
          <w:tab w:val="num" w:pos="1080"/>
        </w:tabs>
        <w:ind w:left="1080"/>
        <w:jc w:val="left"/>
        <w:rPr>
          <w:szCs w:val="20"/>
        </w:rPr>
      </w:pPr>
      <w:r w:rsidRPr="008A3043">
        <w:rPr>
          <w:szCs w:val="20"/>
        </w:rPr>
        <w:t>……..……………………………………</w:t>
      </w:r>
    </w:p>
    <w:p w14:paraId="55BF9603" w14:textId="77777777" w:rsidR="008A3043" w:rsidRPr="008A3043" w:rsidRDefault="008A3043" w:rsidP="004062E1">
      <w:pPr>
        <w:numPr>
          <w:ilvl w:val="1"/>
          <w:numId w:val="24"/>
        </w:numPr>
        <w:tabs>
          <w:tab w:val="clear" w:pos="1440"/>
          <w:tab w:val="num" w:pos="1080"/>
        </w:tabs>
        <w:ind w:left="1080"/>
        <w:jc w:val="left"/>
        <w:rPr>
          <w:szCs w:val="20"/>
        </w:rPr>
      </w:pPr>
      <w:r w:rsidRPr="008A3043">
        <w:rPr>
          <w:szCs w:val="20"/>
        </w:rPr>
        <w:t>…………………………………………..</w:t>
      </w:r>
    </w:p>
    <w:p w14:paraId="31EAC4F0" w14:textId="77777777" w:rsidR="008A3043" w:rsidRPr="008A3043" w:rsidRDefault="008A3043" w:rsidP="004062E1">
      <w:pPr>
        <w:numPr>
          <w:ilvl w:val="1"/>
          <w:numId w:val="24"/>
        </w:numPr>
        <w:tabs>
          <w:tab w:val="clear" w:pos="1440"/>
          <w:tab w:val="num" w:pos="1080"/>
        </w:tabs>
        <w:ind w:left="1080"/>
        <w:jc w:val="left"/>
        <w:rPr>
          <w:szCs w:val="20"/>
        </w:rPr>
      </w:pPr>
      <w:r w:rsidRPr="008A3043">
        <w:rPr>
          <w:szCs w:val="20"/>
        </w:rPr>
        <w:t>…………………………………………..</w:t>
      </w:r>
    </w:p>
    <w:p w14:paraId="1691E87B" w14:textId="77777777" w:rsidR="008A3043" w:rsidRPr="008A3043" w:rsidRDefault="008A3043" w:rsidP="008A3043">
      <w:pPr>
        <w:jc w:val="left"/>
        <w:rPr>
          <w:szCs w:val="20"/>
        </w:rPr>
      </w:pPr>
    </w:p>
    <w:p w14:paraId="7690807C" w14:textId="77777777" w:rsidR="008A3043" w:rsidRPr="008A3043" w:rsidRDefault="008A3043" w:rsidP="008A3043">
      <w:pPr>
        <w:jc w:val="left"/>
        <w:rPr>
          <w:szCs w:val="20"/>
        </w:rPr>
      </w:pPr>
    </w:p>
    <w:p w14:paraId="209E1208" w14:textId="77777777" w:rsidR="008A3043" w:rsidRPr="008A3043" w:rsidRDefault="008A3043" w:rsidP="008A3043">
      <w:pPr>
        <w:jc w:val="left"/>
        <w:rPr>
          <w:szCs w:val="20"/>
        </w:rPr>
      </w:pPr>
      <w:r w:rsidRPr="008A3043">
        <w:rPr>
          <w:szCs w:val="20"/>
        </w:rPr>
        <w:t xml:space="preserve">……………………………………. </w:t>
      </w:r>
    </w:p>
    <w:p w14:paraId="6B266F7B" w14:textId="77777777" w:rsidR="008A3043" w:rsidRPr="008A3043" w:rsidRDefault="008A3043" w:rsidP="008A3043">
      <w:pPr>
        <w:jc w:val="left"/>
        <w:rPr>
          <w:szCs w:val="20"/>
        </w:rPr>
      </w:pPr>
      <w:r w:rsidRPr="008A3043">
        <w:rPr>
          <w:szCs w:val="20"/>
        </w:rPr>
        <w:t>(miejscowość i data)</w:t>
      </w:r>
    </w:p>
    <w:p w14:paraId="3C8FB2D3" w14:textId="77777777" w:rsidR="008A3043" w:rsidRPr="008A3043" w:rsidRDefault="008A3043" w:rsidP="00C61180">
      <w:pPr>
        <w:jc w:val="right"/>
        <w:rPr>
          <w:szCs w:val="20"/>
        </w:rPr>
      </w:pPr>
      <w:r w:rsidRPr="008A3043">
        <w:rPr>
          <w:szCs w:val="20"/>
        </w:rPr>
        <w:t>…..........………………………………………………………..</w:t>
      </w:r>
    </w:p>
    <w:p w14:paraId="6FCC2D47" w14:textId="77777777" w:rsidR="008A3043" w:rsidRPr="008A3043" w:rsidRDefault="008A3043" w:rsidP="00C61180">
      <w:pPr>
        <w:jc w:val="right"/>
        <w:rPr>
          <w:szCs w:val="20"/>
        </w:rPr>
      </w:pPr>
      <w:r w:rsidRPr="008A3043">
        <w:rPr>
          <w:szCs w:val="20"/>
        </w:rPr>
        <w:lastRenderedPageBreak/>
        <w:t>(podpis/y przedstawiciela Oferenta upoważnionego do składania oświadczeń woli</w:t>
      </w:r>
    </w:p>
    <w:p w14:paraId="06F1FAD4" w14:textId="77777777" w:rsidR="008A3043" w:rsidRDefault="008A3043" w:rsidP="008A3043">
      <w:pPr>
        <w:jc w:val="left"/>
        <w:rPr>
          <w:szCs w:val="20"/>
        </w:rPr>
      </w:pPr>
    </w:p>
    <w:p w14:paraId="0C303836" w14:textId="77777777" w:rsidR="00C61180" w:rsidRPr="008A3043" w:rsidRDefault="00C61180" w:rsidP="00C61180">
      <w:pPr>
        <w:rPr>
          <w:szCs w:val="20"/>
        </w:rPr>
      </w:pPr>
      <w:r w:rsidRPr="008A3043">
        <w:rPr>
          <w:szCs w:val="20"/>
        </w:rPr>
        <w:t xml:space="preserve">* W przypadku gdy oferent nie przekazuje danych osobowych innych niż bezpośrednio jego dotyczących lub zachodzi wyłączenie stosowania obowiązku informacyjnego, stosownie do art. 13 ust. 4 lub art. 14 ust. 5 RODO treści oświadczenia oferent nie składa (usunięcie treści oświadczenia przez jego wykreślenie). </w:t>
      </w:r>
    </w:p>
    <w:p w14:paraId="0F2C8B89" w14:textId="77777777" w:rsidR="00C61180" w:rsidRPr="008A3043" w:rsidRDefault="00C61180" w:rsidP="008A3043">
      <w:pPr>
        <w:jc w:val="left"/>
        <w:rPr>
          <w:szCs w:val="20"/>
        </w:rPr>
      </w:pPr>
    </w:p>
    <w:bookmarkStart w:id="2" w:name="sdfootnote1sym"/>
    <w:p w14:paraId="3AF1AE8F" w14:textId="77777777" w:rsidR="00C61180" w:rsidRDefault="008A3043" w:rsidP="005E4CD5">
      <w:pPr>
        <w:rPr>
          <w:szCs w:val="20"/>
        </w:rPr>
      </w:pPr>
      <w:r w:rsidRPr="008A3043">
        <w:rPr>
          <w:i/>
          <w:iCs/>
          <w:szCs w:val="20"/>
        </w:rPr>
        <w:fldChar w:fldCharType="begin"/>
      </w:r>
      <w:r w:rsidRPr="008A3043">
        <w:rPr>
          <w:i/>
          <w:iCs/>
          <w:szCs w:val="20"/>
        </w:rPr>
        <w:instrText xml:space="preserve"> HYPERLINK "" \l "sdfootnote1anc" </w:instrText>
      </w:r>
      <w:r w:rsidRPr="008A3043">
        <w:rPr>
          <w:i/>
          <w:iCs/>
          <w:szCs w:val="20"/>
        </w:rPr>
      </w:r>
      <w:r w:rsidRPr="008A3043">
        <w:rPr>
          <w:i/>
          <w:iCs/>
          <w:szCs w:val="20"/>
        </w:rPr>
        <w:fldChar w:fldCharType="separate"/>
      </w:r>
      <w:r w:rsidRPr="008A3043">
        <w:rPr>
          <w:rStyle w:val="Hipercze"/>
          <w:i/>
          <w:iCs/>
          <w:szCs w:val="20"/>
        </w:rPr>
        <w:t>1</w:t>
      </w:r>
      <w:r w:rsidRPr="008A3043">
        <w:rPr>
          <w:szCs w:val="20"/>
        </w:rPr>
        <w:fldChar w:fldCharType="end"/>
      </w:r>
      <w:bookmarkEnd w:id="2"/>
      <w:r w:rsidRPr="008A3043">
        <w:rPr>
          <w:i/>
          <w:iCs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C61180">
        <w:rPr>
          <w:i/>
          <w:iCs/>
          <w:szCs w:val="20"/>
        </w:rPr>
        <w:t> </w:t>
      </w:r>
      <w:r w:rsidRPr="008A3043">
        <w:rPr>
          <w:i/>
          <w:iCs/>
          <w:szCs w:val="20"/>
        </w:rPr>
        <w:t xml:space="preserve">04.05.2016, str. 1). </w:t>
      </w:r>
      <w:r w:rsidR="00C61180">
        <w:rPr>
          <w:szCs w:val="20"/>
        </w:rPr>
        <w:br w:type="page"/>
      </w:r>
    </w:p>
    <w:p w14:paraId="64C268BB" w14:textId="77777777" w:rsidR="001415B7" w:rsidRPr="008A3043" w:rsidRDefault="001415B7" w:rsidP="001415B7">
      <w:pPr>
        <w:jc w:val="right"/>
        <w:rPr>
          <w:szCs w:val="20"/>
        </w:rPr>
      </w:pPr>
      <w:r w:rsidRPr="008A3043">
        <w:lastRenderedPageBreak/>
        <w:t xml:space="preserve">Załącznik nr </w:t>
      </w:r>
      <w:r w:rsidR="00FA5E03">
        <w:t>3</w:t>
      </w:r>
      <w:r w:rsidRPr="008A3043">
        <w:t xml:space="preserve"> do Zapytania ofertowego</w:t>
      </w:r>
    </w:p>
    <w:p w14:paraId="1138C466" w14:textId="77777777" w:rsidR="00890F94" w:rsidRPr="0098293A" w:rsidRDefault="00890F94" w:rsidP="001415B7">
      <w:pPr>
        <w:jc w:val="right"/>
      </w:pPr>
    </w:p>
    <w:p w14:paraId="49D33733" w14:textId="77777777" w:rsidR="00890F94" w:rsidRPr="0098293A" w:rsidRDefault="00890F94" w:rsidP="00DA0F17">
      <w:pPr>
        <w:jc w:val="center"/>
        <w:rPr>
          <w:b/>
          <w:bCs/>
          <w:sz w:val="32"/>
          <w:szCs w:val="32"/>
        </w:rPr>
      </w:pPr>
      <w:r w:rsidRPr="0098293A">
        <w:rPr>
          <w:b/>
          <w:bCs/>
          <w:sz w:val="32"/>
          <w:szCs w:val="32"/>
        </w:rPr>
        <w:t xml:space="preserve">Wykaz </w:t>
      </w:r>
      <w:r w:rsidR="000B5608" w:rsidRPr="0098293A">
        <w:rPr>
          <w:b/>
          <w:bCs/>
          <w:sz w:val="32"/>
          <w:szCs w:val="32"/>
        </w:rPr>
        <w:t xml:space="preserve">usług / </w:t>
      </w:r>
      <w:bookmarkStart w:id="3" w:name="_Hlk163654384"/>
      <w:r w:rsidR="0098293A" w:rsidRPr="0098293A">
        <w:rPr>
          <w:b/>
          <w:bCs/>
          <w:sz w:val="32"/>
          <w:szCs w:val="32"/>
        </w:rPr>
        <w:t>P</w:t>
      </w:r>
      <w:r w:rsidR="000B5608" w:rsidRPr="0098293A">
        <w:rPr>
          <w:b/>
          <w:bCs/>
          <w:sz w:val="32"/>
          <w:szCs w:val="32"/>
        </w:rPr>
        <w:t>rojektów B+R</w:t>
      </w:r>
      <w:bookmarkEnd w:id="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98293A" w:rsidRPr="0098293A" w14:paraId="4AD7504D" w14:textId="77777777" w:rsidTr="002B0076">
        <w:tc>
          <w:tcPr>
            <w:tcW w:w="1980" w:type="dxa"/>
            <w:vAlign w:val="center"/>
          </w:tcPr>
          <w:p w14:paraId="46F97791" w14:textId="77777777" w:rsidR="00DA0F17" w:rsidRPr="0086026B" w:rsidRDefault="00DA0F17" w:rsidP="002B0076">
            <w:pPr>
              <w:jc w:val="left"/>
              <w:rPr>
                <w:b/>
                <w:sz w:val="22"/>
                <w:lang w:val="pl-PL"/>
              </w:rPr>
            </w:pPr>
            <w:r w:rsidRPr="0086026B">
              <w:rPr>
                <w:b/>
                <w:sz w:val="22"/>
                <w:lang w:val="pl-PL"/>
              </w:rPr>
              <w:t>Oferent (nazwa):</w:t>
            </w:r>
          </w:p>
        </w:tc>
        <w:tc>
          <w:tcPr>
            <w:tcW w:w="7080" w:type="dxa"/>
            <w:vAlign w:val="center"/>
          </w:tcPr>
          <w:p w14:paraId="6B6CDFEC" w14:textId="77777777" w:rsidR="00DA0F17" w:rsidRPr="0086026B" w:rsidRDefault="00DA0F17" w:rsidP="002B0076">
            <w:pPr>
              <w:jc w:val="left"/>
              <w:rPr>
                <w:sz w:val="22"/>
                <w:lang w:val="pl-PL"/>
              </w:rPr>
            </w:pPr>
          </w:p>
        </w:tc>
      </w:tr>
      <w:tr w:rsidR="0098293A" w:rsidRPr="0098293A" w14:paraId="48067D2A" w14:textId="77777777" w:rsidTr="002B0076">
        <w:tc>
          <w:tcPr>
            <w:tcW w:w="1980" w:type="dxa"/>
            <w:vAlign w:val="center"/>
          </w:tcPr>
          <w:p w14:paraId="413085A5" w14:textId="77777777" w:rsidR="00DA0F17" w:rsidRPr="0086026B" w:rsidRDefault="00DA0F17" w:rsidP="002B0076">
            <w:pPr>
              <w:jc w:val="left"/>
              <w:rPr>
                <w:b/>
                <w:sz w:val="22"/>
                <w:lang w:val="pl-PL"/>
              </w:rPr>
            </w:pPr>
            <w:r w:rsidRPr="0086026B">
              <w:rPr>
                <w:b/>
                <w:sz w:val="22"/>
                <w:lang w:val="pl-PL"/>
              </w:rPr>
              <w:t>Adres:</w:t>
            </w:r>
          </w:p>
        </w:tc>
        <w:tc>
          <w:tcPr>
            <w:tcW w:w="7080" w:type="dxa"/>
            <w:vAlign w:val="center"/>
          </w:tcPr>
          <w:p w14:paraId="7D83E574" w14:textId="77777777" w:rsidR="00DA0F17" w:rsidRPr="0086026B" w:rsidRDefault="00DA0F17" w:rsidP="002B0076">
            <w:pPr>
              <w:jc w:val="left"/>
              <w:rPr>
                <w:sz w:val="22"/>
                <w:lang w:val="pl-PL"/>
              </w:rPr>
            </w:pPr>
          </w:p>
        </w:tc>
      </w:tr>
      <w:tr w:rsidR="0098293A" w:rsidRPr="0098293A" w14:paraId="10FC8A32" w14:textId="77777777" w:rsidTr="002B0076">
        <w:tc>
          <w:tcPr>
            <w:tcW w:w="1980" w:type="dxa"/>
            <w:vAlign w:val="center"/>
          </w:tcPr>
          <w:p w14:paraId="3BFC8EFF" w14:textId="77777777" w:rsidR="00DA0F17" w:rsidRPr="0086026B" w:rsidRDefault="00DA0F17" w:rsidP="002B0076">
            <w:pPr>
              <w:jc w:val="left"/>
              <w:rPr>
                <w:b/>
                <w:sz w:val="22"/>
                <w:lang w:val="pl-PL"/>
              </w:rPr>
            </w:pPr>
            <w:r w:rsidRPr="0086026B">
              <w:rPr>
                <w:b/>
                <w:sz w:val="22"/>
                <w:lang w:val="pl-PL"/>
              </w:rPr>
              <w:t>NIP:</w:t>
            </w:r>
          </w:p>
        </w:tc>
        <w:tc>
          <w:tcPr>
            <w:tcW w:w="7080" w:type="dxa"/>
            <w:vAlign w:val="center"/>
          </w:tcPr>
          <w:p w14:paraId="6306A533" w14:textId="77777777" w:rsidR="00DA0F17" w:rsidRPr="0086026B" w:rsidRDefault="00DA0F17" w:rsidP="002B0076">
            <w:pPr>
              <w:jc w:val="left"/>
              <w:rPr>
                <w:sz w:val="22"/>
                <w:lang w:val="pl-PL"/>
              </w:rPr>
            </w:pPr>
          </w:p>
        </w:tc>
      </w:tr>
      <w:tr w:rsidR="0098293A" w:rsidRPr="0098293A" w14:paraId="314F0107" w14:textId="77777777" w:rsidTr="002B0076">
        <w:tc>
          <w:tcPr>
            <w:tcW w:w="1980" w:type="dxa"/>
            <w:vAlign w:val="center"/>
          </w:tcPr>
          <w:p w14:paraId="434E4C86" w14:textId="77777777" w:rsidR="00DA0F17" w:rsidRPr="0086026B" w:rsidRDefault="00DA0F17" w:rsidP="002B0076">
            <w:pPr>
              <w:jc w:val="left"/>
              <w:rPr>
                <w:b/>
                <w:sz w:val="22"/>
                <w:lang w:val="pl-PL"/>
              </w:rPr>
            </w:pPr>
            <w:r w:rsidRPr="0086026B">
              <w:rPr>
                <w:b/>
                <w:sz w:val="22"/>
                <w:lang w:val="pl-PL"/>
              </w:rPr>
              <w:t>Nr telefonu:</w:t>
            </w:r>
          </w:p>
        </w:tc>
        <w:tc>
          <w:tcPr>
            <w:tcW w:w="7080" w:type="dxa"/>
            <w:vAlign w:val="center"/>
          </w:tcPr>
          <w:p w14:paraId="2DDA788A" w14:textId="77777777" w:rsidR="00DA0F17" w:rsidRPr="0086026B" w:rsidRDefault="00DA0F17" w:rsidP="002B0076">
            <w:pPr>
              <w:jc w:val="left"/>
              <w:rPr>
                <w:sz w:val="22"/>
                <w:lang w:val="pl-PL"/>
              </w:rPr>
            </w:pPr>
          </w:p>
        </w:tc>
      </w:tr>
      <w:tr w:rsidR="00DA0F17" w:rsidRPr="0098293A" w14:paraId="51D0FFB8" w14:textId="77777777" w:rsidTr="002B0076">
        <w:tc>
          <w:tcPr>
            <w:tcW w:w="1980" w:type="dxa"/>
            <w:vAlign w:val="center"/>
          </w:tcPr>
          <w:p w14:paraId="3EE73A8A" w14:textId="77777777" w:rsidR="00DA0F17" w:rsidRPr="0086026B" w:rsidRDefault="00DA0F17" w:rsidP="002B0076">
            <w:pPr>
              <w:jc w:val="left"/>
              <w:rPr>
                <w:b/>
                <w:sz w:val="22"/>
                <w:lang w:val="pl-PL"/>
              </w:rPr>
            </w:pPr>
            <w:r w:rsidRPr="0086026B">
              <w:rPr>
                <w:b/>
                <w:sz w:val="22"/>
                <w:lang w:val="pl-PL"/>
              </w:rPr>
              <w:t>Adres e-mail:</w:t>
            </w:r>
          </w:p>
        </w:tc>
        <w:tc>
          <w:tcPr>
            <w:tcW w:w="7080" w:type="dxa"/>
            <w:vAlign w:val="center"/>
          </w:tcPr>
          <w:p w14:paraId="47BDA789" w14:textId="77777777" w:rsidR="00DA0F17" w:rsidRPr="0086026B" w:rsidRDefault="00DA0F17" w:rsidP="002B0076">
            <w:pPr>
              <w:jc w:val="left"/>
              <w:rPr>
                <w:sz w:val="22"/>
                <w:lang w:val="pl-PL"/>
              </w:rPr>
            </w:pPr>
          </w:p>
        </w:tc>
      </w:tr>
    </w:tbl>
    <w:p w14:paraId="59EF2496" w14:textId="77777777" w:rsidR="00890F94" w:rsidRPr="0098293A" w:rsidRDefault="00890F94" w:rsidP="00890F94">
      <w:pPr>
        <w:jc w:val="left"/>
      </w:pPr>
    </w:p>
    <w:p w14:paraId="465B7A2A" w14:textId="0649B5F1" w:rsidR="00890F94" w:rsidRPr="0098293A" w:rsidRDefault="00046C76" w:rsidP="008A4F66">
      <w:r w:rsidRPr="0098293A">
        <w:rPr>
          <w:szCs w:val="20"/>
        </w:rPr>
        <w:t xml:space="preserve">Składając ofertę </w:t>
      </w:r>
      <w:r w:rsidR="00DF7265">
        <w:rPr>
          <w:szCs w:val="20"/>
        </w:rPr>
        <w:t xml:space="preserve">na </w:t>
      </w:r>
      <w:r w:rsidRPr="0098293A">
        <w:rPr>
          <w:szCs w:val="20"/>
        </w:rPr>
        <w:t xml:space="preserve">realizację zamówienia pn. </w:t>
      </w:r>
      <w:sdt>
        <w:sdtPr>
          <w:rPr>
            <w:b/>
            <w:bCs/>
            <w:szCs w:val="20"/>
          </w:rPr>
          <w:alias w:val="Temat"/>
          <w:tag w:val=""/>
          <w:id w:val="1260334683"/>
          <w:placeholder>
            <w:docPart w:val="F52F9BB6834B4862BA981F520B7B0C7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9152C5">
            <w:rPr>
              <w:b/>
              <w:bCs/>
              <w:szCs w:val="20"/>
            </w:rPr>
            <w:t>„Usługi zewnętrzne obejmujące aktualizacje środowiska ŚBRSS w Zadaniu 8 oraz oprogramowania BRSPD w Zadaniu 9”</w:t>
          </w:r>
        </w:sdtContent>
      </w:sdt>
      <w:r w:rsidRPr="0098293A">
        <w:rPr>
          <w:szCs w:val="20"/>
        </w:rPr>
        <w:t xml:space="preserve"> (nr postępowania </w:t>
      </w:r>
      <w:sdt>
        <w:sdtPr>
          <w:rPr>
            <w:szCs w:val="20"/>
          </w:rPr>
          <w:alias w:val="Tytuł"/>
          <w:tag w:val=""/>
          <w:id w:val="-1637181603"/>
          <w:placeholder>
            <w:docPart w:val="CD46CDA19BBC4B5B840A4DCC70A683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52C5">
            <w:rPr>
              <w:szCs w:val="20"/>
            </w:rPr>
            <w:t>ADSR K5/2025</w:t>
          </w:r>
        </w:sdtContent>
      </w:sdt>
      <w:r w:rsidRPr="0098293A">
        <w:rPr>
          <w:szCs w:val="20"/>
        </w:rPr>
        <w:t xml:space="preserve">), </w:t>
      </w:r>
      <w:r w:rsidRPr="0098293A">
        <w:t xml:space="preserve">przedstawiamy </w:t>
      </w:r>
      <w:r w:rsidR="004062E1" w:rsidRPr="0098293A">
        <w:t>w</w:t>
      </w:r>
      <w:r w:rsidRPr="0098293A">
        <w:t xml:space="preserve">ykaz </w:t>
      </w:r>
      <w:r w:rsidR="003B0188">
        <w:t>usług</w:t>
      </w:r>
      <w:r w:rsidR="008A4F66" w:rsidRPr="0098293A">
        <w:t xml:space="preserve"> </w:t>
      </w:r>
      <w:r w:rsidR="004062E1" w:rsidRPr="0098293A">
        <w:t xml:space="preserve">/ </w:t>
      </w:r>
      <w:r w:rsidR="003B0188">
        <w:t>p</w:t>
      </w:r>
      <w:r w:rsidR="003B0188" w:rsidRPr="0098293A">
        <w:t>rojektów B+R</w:t>
      </w:r>
      <w:r w:rsidR="004062E1" w:rsidRPr="0098293A">
        <w:t xml:space="preserve"> </w:t>
      </w:r>
      <w:r w:rsidRPr="0098293A">
        <w:t>w zakresie niezbędnym do wykazania spełniania warunku opisanego w Rozdziale 8 Zapytania.</w:t>
      </w:r>
    </w:p>
    <w:p w14:paraId="3E6A77C6" w14:textId="77777777" w:rsidR="00046C76" w:rsidRPr="0098293A" w:rsidRDefault="00046C76" w:rsidP="00890F94">
      <w:pPr>
        <w:jc w:val="lef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5096"/>
      </w:tblGrid>
      <w:tr w:rsidR="00046C76" w:rsidRPr="0098293A" w14:paraId="6E722B6D" w14:textId="77777777" w:rsidTr="0086026B">
        <w:tc>
          <w:tcPr>
            <w:tcW w:w="562" w:type="dxa"/>
            <w:vAlign w:val="center"/>
          </w:tcPr>
          <w:p w14:paraId="1581AA98" w14:textId="77777777" w:rsidR="00046C76" w:rsidRPr="0098293A" w:rsidRDefault="00046C76" w:rsidP="002B0076">
            <w:pPr>
              <w:jc w:val="center"/>
              <w:rPr>
                <w:b/>
                <w:szCs w:val="20"/>
                <w:lang w:val="pl-PL"/>
              </w:rPr>
            </w:pPr>
            <w:r w:rsidRPr="0098293A">
              <w:rPr>
                <w:b/>
                <w:szCs w:val="20"/>
                <w:lang w:val="pl-PL"/>
              </w:rPr>
              <w:t>L.p.</w:t>
            </w:r>
          </w:p>
        </w:tc>
        <w:tc>
          <w:tcPr>
            <w:tcW w:w="3402" w:type="dxa"/>
            <w:vAlign w:val="center"/>
          </w:tcPr>
          <w:p w14:paraId="2A7A3D85" w14:textId="77777777" w:rsidR="00046C76" w:rsidRPr="0098293A" w:rsidRDefault="00046C76" w:rsidP="002B0076">
            <w:pPr>
              <w:jc w:val="center"/>
              <w:rPr>
                <w:b/>
                <w:szCs w:val="20"/>
                <w:lang w:val="pl-PL"/>
              </w:rPr>
            </w:pPr>
            <w:r w:rsidRPr="0098293A">
              <w:rPr>
                <w:b/>
                <w:szCs w:val="20"/>
                <w:lang w:val="pl-PL"/>
              </w:rPr>
              <w:t xml:space="preserve">Nazwa </w:t>
            </w:r>
            <w:r w:rsidR="008A4F66" w:rsidRPr="0098293A">
              <w:rPr>
                <w:b/>
                <w:szCs w:val="20"/>
                <w:lang w:val="pl-PL"/>
              </w:rPr>
              <w:t>Projektu B+R</w:t>
            </w:r>
            <w:r w:rsidR="002E0757">
              <w:rPr>
                <w:b/>
                <w:szCs w:val="20"/>
                <w:lang w:val="pl-PL"/>
              </w:rPr>
              <w:t xml:space="preserve"> / </w:t>
            </w:r>
            <w:r w:rsidR="002E0757" w:rsidRPr="002E0757">
              <w:rPr>
                <w:b/>
                <w:szCs w:val="20"/>
                <w:lang w:val="pl-PL"/>
              </w:rPr>
              <w:t>Odbiorca usługi</w:t>
            </w:r>
          </w:p>
        </w:tc>
        <w:tc>
          <w:tcPr>
            <w:tcW w:w="5096" w:type="dxa"/>
            <w:vAlign w:val="center"/>
          </w:tcPr>
          <w:p w14:paraId="2E96E8EA" w14:textId="5A0D562B" w:rsidR="00046C76" w:rsidRPr="0098293A" w:rsidRDefault="0086026B" w:rsidP="00046C76">
            <w:pPr>
              <w:jc w:val="center"/>
              <w:rPr>
                <w:b/>
                <w:szCs w:val="20"/>
                <w:lang w:val="pl-PL"/>
              </w:rPr>
            </w:pPr>
            <w:r w:rsidRPr="00006590">
              <w:rPr>
                <w:b/>
                <w:szCs w:val="20"/>
                <w:lang w:val="pl-PL"/>
              </w:rPr>
              <w:t>Właściwości (tytuł, zakres, okres realizacji, wartość) / Przedmiot usługi, data wykonania usługi, wartość usługi</w:t>
            </w:r>
          </w:p>
        </w:tc>
      </w:tr>
      <w:tr w:rsidR="00046C76" w:rsidRPr="0098293A" w14:paraId="3BB84138" w14:textId="77777777" w:rsidTr="0086026B">
        <w:tc>
          <w:tcPr>
            <w:tcW w:w="562" w:type="dxa"/>
          </w:tcPr>
          <w:p w14:paraId="2CF8ED4F" w14:textId="77777777" w:rsidR="00046C76" w:rsidRPr="0098293A" w:rsidRDefault="00046C76" w:rsidP="002B0076">
            <w:pPr>
              <w:rPr>
                <w:szCs w:val="20"/>
                <w:lang w:val="pl-PL"/>
              </w:rPr>
            </w:pPr>
          </w:p>
        </w:tc>
        <w:tc>
          <w:tcPr>
            <w:tcW w:w="3402" w:type="dxa"/>
          </w:tcPr>
          <w:p w14:paraId="64B4BB26" w14:textId="77777777" w:rsidR="00046C76" w:rsidRPr="0098293A" w:rsidRDefault="00046C76" w:rsidP="002B0076">
            <w:pPr>
              <w:rPr>
                <w:szCs w:val="20"/>
                <w:lang w:val="pl-PL"/>
              </w:rPr>
            </w:pPr>
          </w:p>
        </w:tc>
        <w:tc>
          <w:tcPr>
            <w:tcW w:w="5096" w:type="dxa"/>
          </w:tcPr>
          <w:p w14:paraId="047C9DA4" w14:textId="77777777" w:rsidR="00046C76" w:rsidRPr="0098293A" w:rsidRDefault="00046C76" w:rsidP="002B0076">
            <w:pPr>
              <w:rPr>
                <w:szCs w:val="20"/>
                <w:lang w:val="pl-PL"/>
              </w:rPr>
            </w:pPr>
          </w:p>
        </w:tc>
      </w:tr>
      <w:tr w:rsidR="00046C76" w:rsidRPr="0098293A" w14:paraId="425CB912" w14:textId="77777777" w:rsidTr="0086026B">
        <w:tc>
          <w:tcPr>
            <w:tcW w:w="562" w:type="dxa"/>
          </w:tcPr>
          <w:p w14:paraId="26AAD45E" w14:textId="77777777" w:rsidR="00046C76" w:rsidRPr="0098293A" w:rsidRDefault="00046C76" w:rsidP="002B0076">
            <w:pPr>
              <w:rPr>
                <w:szCs w:val="20"/>
                <w:lang w:val="pl-PL"/>
              </w:rPr>
            </w:pPr>
          </w:p>
        </w:tc>
        <w:tc>
          <w:tcPr>
            <w:tcW w:w="3402" w:type="dxa"/>
          </w:tcPr>
          <w:p w14:paraId="02A1D785" w14:textId="77777777" w:rsidR="00046C76" w:rsidRPr="0098293A" w:rsidRDefault="00046C76" w:rsidP="002B0076">
            <w:pPr>
              <w:rPr>
                <w:szCs w:val="20"/>
                <w:lang w:val="pl-PL"/>
              </w:rPr>
            </w:pPr>
          </w:p>
        </w:tc>
        <w:tc>
          <w:tcPr>
            <w:tcW w:w="5096" w:type="dxa"/>
          </w:tcPr>
          <w:p w14:paraId="15D5B3BB" w14:textId="77777777" w:rsidR="00046C76" w:rsidRPr="0098293A" w:rsidRDefault="00046C76" w:rsidP="002B0076">
            <w:pPr>
              <w:rPr>
                <w:szCs w:val="20"/>
                <w:lang w:val="pl-PL"/>
              </w:rPr>
            </w:pPr>
          </w:p>
        </w:tc>
      </w:tr>
      <w:tr w:rsidR="00046C76" w14:paraId="240F1F40" w14:textId="77777777" w:rsidTr="0086026B">
        <w:tc>
          <w:tcPr>
            <w:tcW w:w="562" w:type="dxa"/>
          </w:tcPr>
          <w:p w14:paraId="7A34B17D" w14:textId="77777777" w:rsidR="00046C76" w:rsidRPr="002E0757" w:rsidRDefault="00046C76" w:rsidP="002B0076">
            <w:pPr>
              <w:rPr>
                <w:szCs w:val="20"/>
                <w:lang w:val="pl-PL"/>
              </w:rPr>
            </w:pPr>
          </w:p>
        </w:tc>
        <w:tc>
          <w:tcPr>
            <w:tcW w:w="3402" w:type="dxa"/>
          </w:tcPr>
          <w:p w14:paraId="528A1354" w14:textId="77777777" w:rsidR="00046C76" w:rsidRPr="002E0757" w:rsidRDefault="00046C76" w:rsidP="002B0076">
            <w:pPr>
              <w:rPr>
                <w:szCs w:val="20"/>
                <w:lang w:val="pl-PL"/>
              </w:rPr>
            </w:pPr>
          </w:p>
        </w:tc>
        <w:tc>
          <w:tcPr>
            <w:tcW w:w="5096" w:type="dxa"/>
          </w:tcPr>
          <w:p w14:paraId="16144E5E" w14:textId="77777777" w:rsidR="00046C76" w:rsidRPr="002E0757" w:rsidRDefault="00046C76" w:rsidP="002B0076">
            <w:pPr>
              <w:rPr>
                <w:szCs w:val="20"/>
                <w:lang w:val="pl-PL"/>
              </w:rPr>
            </w:pPr>
          </w:p>
        </w:tc>
      </w:tr>
    </w:tbl>
    <w:p w14:paraId="732EAF71" w14:textId="77777777" w:rsidR="00890F94" w:rsidRDefault="00890F94" w:rsidP="00890F94">
      <w:pPr>
        <w:jc w:val="left"/>
      </w:pPr>
    </w:p>
    <w:p w14:paraId="610D700B" w14:textId="77777777" w:rsidR="00046C76" w:rsidRPr="001415B7" w:rsidRDefault="00046C76" w:rsidP="00046C76">
      <w:pPr>
        <w:rPr>
          <w:szCs w:val="20"/>
        </w:rPr>
      </w:pPr>
    </w:p>
    <w:p w14:paraId="5B9048B6" w14:textId="77777777" w:rsidR="00046C76" w:rsidRPr="001415B7" w:rsidRDefault="00046C76" w:rsidP="00046C76">
      <w:pPr>
        <w:rPr>
          <w:szCs w:val="20"/>
        </w:rPr>
      </w:pPr>
      <w:r w:rsidRPr="001415B7">
        <w:rPr>
          <w:szCs w:val="20"/>
        </w:rPr>
        <w:t xml:space="preserve">……………………………………. </w:t>
      </w:r>
    </w:p>
    <w:p w14:paraId="49424B7A" w14:textId="77777777" w:rsidR="00046C76" w:rsidRPr="001415B7" w:rsidRDefault="00046C76" w:rsidP="00046C76">
      <w:pPr>
        <w:rPr>
          <w:szCs w:val="20"/>
        </w:rPr>
      </w:pPr>
      <w:r w:rsidRPr="001415B7">
        <w:rPr>
          <w:szCs w:val="20"/>
        </w:rPr>
        <w:t>(miejscowość i data)</w:t>
      </w:r>
    </w:p>
    <w:p w14:paraId="0F566D9A" w14:textId="77777777" w:rsidR="00046C76" w:rsidRPr="001415B7" w:rsidRDefault="00046C76" w:rsidP="00046C76">
      <w:pPr>
        <w:jc w:val="right"/>
        <w:rPr>
          <w:szCs w:val="20"/>
        </w:rPr>
      </w:pPr>
      <w:r w:rsidRPr="001415B7">
        <w:rPr>
          <w:szCs w:val="20"/>
        </w:rPr>
        <w:t>…..........………………………………………………………..</w:t>
      </w:r>
    </w:p>
    <w:p w14:paraId="01B75E1A" w14:textId="77777777" w:rsidR="00046C76" w:rsidRPr="001415B7" w:rsidRDefault="00046C76" w:rsidP="00046C76">
      <w:pPr>
        <w:jc w:val="right"/>
        <w:rPr>
          <w:szCs w:val="20"/>
        </w:rPr>
      </w:pPr>
      <w:r w:rsidRPr="001415B7">
        <w:rPr>
          <w:szCs w:val="20"/>
        </w:rPr>
        <w:t>(podpis/y przedstawiciela Oferenta upoważnionego do składania oświadczeń woli</w:t>
      </w:r>
    </w:p>
    <w:p w14:paraId="72A1C4EA" w14:textId="77777777" w:rsidR="005E4CD5" w:rsidRDefault="005E4CD5">
      <w:pPr>
        <w:spacing w:after="160"/>
        <w:jc w:val="left"/>
      </w:pPr>
      <w:r>
        <w:br w:type="page"/>
      </w:r>
    </w:p>
    <w:p w14:paraId="430C2B10" w14:textId="77777777" w:rsidR="005E4CD5" w:rsidRPr="008A3043" w:rsidRDefault="005E4CD5" w:rsidP="005E4CD5">
      <w:pPr>
        <w:jc w:val="right"/>
        <w:rPr>
          <w:szCs w:val="20"/>
        </w:rPr>
      </w:pPr>
      <w:r w:rsidRPr="001A2E22">
        <w:lastRenderedPageBreak/>
        <w:t>Załącznik nr 4 do Zapytania ofertowego</w:t>
      </w:r>
    </w:p>
    <w:p w14:paraId="44DCDE80" w14:textId="77777777" w:rsidR="005E4CD5" w:rsidRPr="0098293A" w:rsidRDefault="005E4CD5" w:rsidP="005E4CD5">
      <w:pPr>
        <w:jc w:val="right"/>
      </w:pPr>
    </w:p>
    <w:p w14:paraId="6850BE99" w14:textId="77777777" w:rsidR="005E4CD5" w:rsidRPr="0098293A" w:rsidRDefault="005E4CD5" w:rsidP="005E4CD5">
      <w:pPr>
        <w:jc w:val="center"/>
        <w:rPr>
          <w:b/>
          <w:bCs/>
          <w:sz w:val="32"/>
          <w:szCs w:val="32"/>
        </w:rPr>
      </w:pPr>
      <w:r w:rsidRPr="005E4CD5">
        <w:rPr>
          <w:b/>
          <w:bCs/>
          <w:sz w:val="32"/>
          <w:szCs w:val="32"/>
        </w:rPr>
        <w:t>Wykaz osób, które będą uczestniczyć w wykonywaniu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5E4CD5" w:rsidRPr="0098293A" w14:paraId="79599772" w14:textId="77777777" w:rsidTr="002B0076">
        <w:tc>
          <w:tcPr>
            <w:tcW w:w="1980" w:type="dxa"/>
            <w:vAlign w:val="center"/>
          </w:tcPr>
          <w:p w14:paraId="7CACD536" w14:textId="77777777" w:rsidR="005E4CD5" w:rsidRPr="0086026B" w:rsidRDefault="005E4CD5" w:rsidP="002B0076">
            <w:pPr>
              <w:jc w:val="left"/>
              <w:rPr>
                <w:b/>
                <w:sz w:val="22"/>
                <w:lang w:val="pl-PL"/>
              </w:rPr>
            </w:pPr>
            <w:r w:rsidRPr="0086026B">
              <w:rPr>
                <w:b/>
                <w:sz w:val="22"/>
                <w:lang w:val="pl-PL"/>
              </w:rPr>
              <w:t>Oferent (nazwa):</w:t>
            </w:r>
          </w:p>
        </w:tc>
        <w:tc>
          <w:tcPr>
            <w:tcW w:w="7080" w:type="dxa"/>
            <w:vAlign w:val="center"/>
          </w:tcPr>
          <w:p w14:paraId="0D7C6C76" w14:textId="77777777" w:rsidR="005E4CD5" w:rsidRPr="0086026B" w:rsidRDefault="005E4CD5" w:rsidP="002B0076">
            <w:pPr>
              <w:jc w:val="left"/>
              <w:rPr>
                <w:sz w:val="22"/>
                <w:lang w:val="pl-PL"/>
              </w:rPr>
            </w:pPr>
          </w:p>
        </w:tc>
      </w:tr>
      <w:tr w:rsidR="005E4CD5" w:rsidRPr="0098293A" w14:paraId="2BC3007B" w14:textId="77777777" w:rsidTr="002B0076">
        <w:tc>
          <w:tcPr>
            <w:tcW w:w="1980" w:type="dxa"/>
            <w:vAlign w:val="center"/>
          </w:tcPr>
          <w:p w14:paraId="7D13F389" w14:textId="77777777" w:rsidR="005E4CD5" w:rsidRPr="0086026B" w:rsidRDefault="005E4CD5" w:rsidP="002B0076">
            <w:pPr>
              <w:jc w:val="left"/>
              <w:rPr>
                <w:b/>
                <w:sz w:val="22"/>
                <w:lang w:val="pl-PL"/>
              </w:rPr>
            </w:pPr>
            <w:r w:rsidRPr="0086026B">
              <w:rPr>
                <w:b/>
                <w:sz w:val="22"/>
                <w:lang w:val="pl-PL"/>
              </w:rPr>
              <w:t>Adres:</w:t>
            </w:r>
          </w:p>
        </w:tc>
        <w:tc>
          <w:tcPr>
            <w:tcW w:w="7080" w:type="dxa"/>
            <w:vAlign w:val="center"/>
          </w:tcPr>
          <w:p w14:paraId="0172CA2E" w14:textId="77777777" w:rsidR="005E4CD5" w:rsidRPr="0086026B" w:rsidRDefault="005E4CD5" w:rsidP="002B0076">
            <w:pPr>
              <w:jc w:val="left"/>
              <w:rPr>
                <w:sz w:val="22"/>
                <w:lang w:val="pl-PL"/>
              </w:rPr>
            </w:pPr>
          </w:p>
        </w:tc>
      </w:tr>
      <w:tr w:rsidR="005E4CD5" w:rsidRPr="0098293A" w14:paraId="10C52BD6" w14:textId="77777777" w:rsidTr="002B0076">
        <w:tc>
          <w:tcPr>
            <w:tcW w:w="1980" w:type="dxa"/>
            <w:vAlign w:val="center"/>
          </w:tcPr>
          <w:p w14:paraId="72F64A3F" w14:textId="77777777" w:rsidR="005E4CD5" w:rsidRPr="0086026B" w:rsidRDefault="005E4CD5" w:rsidP="002B0076">
            <w:pPr>
              <w:jc w:val="left"/>
              <w:rPr>
                <w:b/>
                <w:sz w:val="22"/>
                <w:lang w:val="pl-PL"/>
              </w:rPr>
            </w:pPr>
            <w:r w:rsidRPr="0086026B">
              <w:rPr>
                <w:b/>
                <w:sz w:val="22"/>
                <w:lang w:val="pl-PL"/>
              </w:rPr>
              <w:t>NIP:</w:t>
            </w:r>
          </w:p>
        </w:tc>
        <w:tc>
          <w:tcPr>
            <w:tcW w:w="7080" w:type="dxa"/>
            <w:vAlign w:val="center"/>
          </w:tcPr>
          <w:p w14:paraId="6D8B36E0" w14:textId="77777777" w:rsidR="005E4CD5" w:rsidRPr="0086026B" w:rsidRDefault="005E4CD5" w:rsidP="002B0076">
            <w:pPr>
              <w:jc w:val="left"/>
              <w:rPr>
                <w:sz w:val="22"/>
                <w:lang w:val="pl-PL"/>
              </w:rPr>
            </w:pPr>
          </w:p>
        </w:tc>
      </w:tr>
      <w:tr w:rsidR="005E4CD5" w:rsidRPr="0098293A" w14:paraId="278D893F" w14:textId="77777777" w:rsidTr="002B0076">
        <w:tc>
          <w:tcPr>
            <w:tcW w:w="1980" w:type="dxa"/>
            <w:vAlign w:val="center"/>
          </w:tcPr>
          <w:p w14:paraId="772F58FA" w14:textId="77777777" w:rsidR="005E4CD5" w:rsidRPr="0086026B" w:rsidRDefault="005E4CD5" w:rsidP="002B0076">
            <w:pPr>
              <w:jc w:val="left"/>
              <w:rPr>
                <w:b/>
                <w:sz w:val="22"/>
                <w:lang w:val="pl-PL"/>
              </w:rPr>
            </w:pPr>
            <w:r w:rsidRPr="0086026B">
              <w:rPr>
                <w:b/>
                <w:sz w:val="22"/>
                <w:lang w:val="pl-PL"/>
              </w:rPr>
              <w:t>Nr telefonu:</w:t>
            </w:r>
          </w:p>
        </w:tc>
        <w:tc>
          <w:tcPr>
            <w:tcW w:w="7080" w:type="dxa"/>
            <w:vAlign w:val="center"/>
          </w:tcPr>
          <w:p w14:paraId="6E755D69" w14:textId="77777777" w:rsidR="005E4CD5" w:rsidRPr="0086026B" w:rsidRDefault="005E4CD5" w:rsidP="002B0076">
            <w:pPr>
              <w:jc w:val="left"/>
              <w:rPr>
                <w:sz w:val="22"/>
                <w:lang w:val="pl-PL"/>
              </w:rPr>
            </w:pPr>
          </w:p>
        </w:tc>
      </w:tr>
      <w:tr w:rsidR="005E4CD5" w:rsidRPr="0098293A" w14:paraId="5A4012EC" w14:textId="77777777" w:rsidTr="002B0076">
        <w:tc>
          <w:tcPr>
            <w:tcW w:w="1980" w:type="dxa"/>
            <w:vAlign w:val="center"/>
          </w:tcPr>
          <w:p w14:paraId="7BD6F25A" w14:textId="77777777" w:rsidR="005E4CD5" w:rsidRPr="0086026B" w:rsidRDefault="005E4CD5" w:rsidP="002B0076">
            <w:pPr>
              <w:jc w:val="left"/>
              <w:rPr>
                <w:b/>
                <w:sz w:val="22"/>
                <w:lang w:val="pl-PL"/>
              </w:rPr>
            </w:pPr>
            <w:r w:rsidRPr="0086026B">
              <w:rPr>
                <w:b/>
                <w:sz w:val="22"/>
                <w:lang w:val="pl-PL"/>
              </w:rPr>
              <w:t>Adres e-mail:</w:t>
            </w:r>
          </w:p>
        </w:tc>
        <w:tc>
          <w:tcPr>
            <w:tcW w:w="7080" w:type="dxa"/>
            <w:vAlign w:val="center"/>
          </w:tcPr>
          <w:p w14:paraId="001C56F1" w14:textId="77777777" w:rsidR="005E4CD5" w:rsidRPr="0086026B" w:rsidRDefault="005E4CD5" w:rsidP="002B0076">
            <w:pPr>
              <w:jc w:val="left"/>
              <w:rPr>
                <w:sz w:val="22"/>
                <w:lang w:val="pl-PL"/>
              </w:rPr>
            </w:pPr>
          </w:p>
        </w:tc>
      </w:tr>
    </w:tbl>
    <w:p w14:paraId="6722CA7D" w14:textId="77777777" w:rsidR="005E4CD5" w:rsidRPr="0098293A" w:rsidRDefault="005E4CD5" w:rsidP="005E4CD5">
      <w:pPr>
        <w:jc w:val="left"/>
      </w:pPr>
    </w:p>
    <w:p w14:paraId="3CBF1512" w14:textId="1B3D8D99" w:rsidR="005E4CD5" w:rsidRPr="0098293A" w:rsidRDefault="005E4CD5" w:rsidP="005E4CD5">
      <w:r w:rsidRPr="0098293A">
        <w:rPr>
          <w:szCs w:val="20"/>
        </w:rPr>
        <w:t xml:space="preserve">Składając ofertę </w:t>
      </w:r>
      <w:r w:rsidR="00DF7265">
        <w:rPr>
          <w:szCs w:val="20"/>
        </w:rPr>
        <w:t xml:space="preserve">na </w:t>
      </w:r>
      <w:r w:rsidRPr="0098293A">
        <w:rPr>
          <w:szCs w:val="20"/>
        </w:rPr>
        <w:t xml:space="preserve">realizację zamówienia pn. </w:t>
      </w:r>
      <w:sdt>
        <w:sdtPr>
          <w:rPr>
            <w:b/>
            <w:bCs/>
            <w:szCs w:val="20"/>
          </w:rPr>
          <w:alias w:val="Temat"/>
          <w:tag w:val=""/>
          <w:id w:val="-1303227406"/>
          <w:placeholder>
            <w:docPart w:val="C4C6E9D164514FDC8393EBC47332DFC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9152C5">
            <w:rPr>
              <w:b/>
              <w:bCs/>
              <w:szCs w:val="20"/>
            </w:rPr>
            <w:t>„Usługi zewnętrzne obejmujące aktualizacje środowiska ŚBRSS w Zadaniu 8 oraz oprogramowania BRSPD w Zadaniu 9”</w:t>
          </w:r>
        </w:sdtContent>
      </w:sdt>
      <w:r w:rsidRPr="0098293A">
        <w:rPr>
          <w:szCs w:val="20"/>
        </w:rPr>
        <w:t xml:space="preserve"> (nr postępowania </w:t>
      </w:r>
      <w:sdt>
        <w:sdtPr>
          <w:rPr>
            <w:szCs w:val="20"/>
          </w:rPr>
          <w:alias w:val="Tytuł"/>
          <w:tag w:val=""/>
          <w:id w:val="-1302380969"/>
          <w:placeholder>
            <w:docPart w:val="C07A1E05E08F4028842EFACDCDB1C5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52C5">
            <w:rPr>
              <w:szCs w:val="20"/>
            </w:rPr>
            <w:t>ADSR K5/2025</w:t>
          </w:r>
        </w:sdtContent>
      </w:sdt>
      <w:r w:rsidRPr="0098293A">
        <w:rPr>
          <w:szCs w:val="20"/>
        </w:rPr>
        <w:t xml:space="preserve">), </w:t>
      </w:r>
      <w:r w:rsidRPr="0098293A">
        <w:t xml:space="preserve">przedstawiamy wykaz </w:t>
      </w:r>
      <w:r w:rsidRPr="005E4CD5">
        <w:t>osób w</w:t>
      </w:r>
      <w:r w:rsidR="00DF7265">
        <w:t> </w:t>
      </w:r>
      <w:r w:rsidRPr="005E4CD5">
        <w:t>zakresie niezbędnym do wykazania spełniania warunku dysponowania odpowiednim potencjałem technicznym oraz osobami zdolnymi do wykonania zamówienia opisanego w Rozdziale 8 Zapytania.</w:t>
      </w:r>
    </w:p>
    <w:p w14:paraId="09983074" w14:textId="77777777" w:rsidR="005E4CD5" w:rsidRPr="0098293A" w:rsidRDefault="005E4CD5" w:rsidP="005E4CD5">
      <w:pPr>
        <w:jc w:val="left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2552"/>
        <w:gridCol w:w="5953"/>
      </w:tblGrid>
      <w:tr w:rsidR="001C13A8" w:rsidRPr="0098293A" w14:paraId="11DFEAF9" w14:textId="77777777" w:rsidTr="0086026B">
        <w:tc>
          <w:tcPr>
            <w:tcW w:w="562" w:type="dxa"/>
            <w:vAlign w:val="center"/>
          </w:tcPr>
          <w:p w14:paraId="2E878E9C" w14:textId="77777777" w:rsidR="001C13A8" w:rsidRPr="0098293A" w:rsidRDefault="001C13A8" w:rsidP="002B0076">
            <w:pPr>
              <w:jc w:val="center"/>
              <w:rPr>
                <w:b/>
                <w:szCs w:val="20"/>
                <w:lang w:val="pl-PL"/>
              </w:rPr>
            </w:pPr>
            <w:r w:rsidRPr="0098293A">
              <w:rPr>
                <w:b/>
                <w:szCs w:val="20"/>
                <w:lang w:val="pl-PL"/>
              </w:rPr>
              <w:t>L.p.</w:t>
            </w:r>
          </w:p>
        </w:tc>
        <w:tc>
          <w:tcPr>
            <w:tcW w:w="2552" w:type="dxa"/>
            <w:vAlign w:val="center"/>
          </w:tcPr>
          <w:p w14:paraId="2176C08E" w14:textId="629DDBB1" w:rsidR="001C13A8" w:rsidRPr="0098293A" w:rsidRDefault="001C13A8" w:rsidP="002B0076">
            <w:pPr>
              <w:jc w:val="center"/>
              <w:rPr>
                <w:b/>
                <w:szCs w:val="20"/>
              </w:rPr>
            </w:pPr>
            <w:r w:rsidRPr="005E4CD5">
              <w:rPr>
                <w:b/>
                <w:szCs w:val="20"/>
                <w:lang w:val="pl-PL"/>
              </w:rPr>
              <w:t>Imię i Nazwisko</w:t>
            </w:r>
            <w:r>
              <w:rPr>
                <w:b/>
                <w:szCs w:val="20"/>
                <w:lang w:val="pl-PL"/>
              </w:rPr>
              <w:t xml:space="preserve">, </w:t>
            </w:r>
            <w:r w:rsidRPr="005E4CD5">
              <w:rPr>
                <w:b/>
                <w:szCs w:val="20"/>
                <w:lang w:val="pl-PL"/>
              </w:rPr>
              <w:t>Wykształcenie</w:t>
            </w:r>
          </w:p>
        </w:tc>
        <w:tc>
          <w:tcPr>
            <w:tcW w:w="5953" w:type="dxa"/>
            <w:vAlign w:val="center"/>
          </w:tcPr>
          <w:p w14:paraId="3435E005" w14:textId="173647B4" w:rsidR="001C13A8" w:rsidRPr="0098293A" w:rsidRDefault="0086026B" w:rsidP="002B0076">
            <w:pPr>
              <w:jc w:val="center"/>
              <w:rPr>
                <w:b/>
                <w:szCs w:val="20"/>
                <w:lang w:val="pl-PL"/>
              </w:rPr>
            </w:pPr>
            <w:r w:rsidRPr="00006590">
              <w:rPr>
                <w:b/>
                <w:szCs w:val="20"/>
                <w:lang w:val="pl-PL"/>
              </w:rPr>
              <w:t>Doświadczenie, okres i kwalifikacje zawodowe</w:t>
            </w:r>
            <w:r w:rsidRPr="00006590">
              <w:rPr>
                <w:b/>
                <w:szCs w:val="20"/>
                <w:lang w:val="pl-PL"/>
              </w:rPr>
              <w:br/>
              <w:t>pozwalające na ocenę spełnienia warunków udziału w rozdziale 8 ust.</w:t>
            </w:r>
            <w:r>
              <w:rPr>
                <w:b/>
                <w:szCs w:val="20"/>
                <w:lang w:val="pl-PL"/>
              </w:rPr>
              <w:t> </w:t>
            </w:r>
            <w:r w:rsidRPr="00006590">
              <w:rPr>
                <w:b/>
                <w:szCs w:val="20"/>
                <w:lang w:val="pl-PL"/>
              </w:rPr>
              <w:t>1 pkt. 3</w:t>
            </w:r>
            <w:r w:rsidR="00DA4367">
              <w:rPr>
                <w:b/>
                <w:szCs w:val="20"/>
                <w:lang w:val="pl-PL"/>
              </w:rPr>
              <w:t xml:space="preserve"> ppkt. 1</w:t>
            </w:r>
            <w:r w:rsidRPr="00006590">
              <w:rPr>
                <w:b/>
                <w:szCs w:val="20"/>
                <w:lang w:val="pl-PL"/>
              </w:rPr>
              <w:t xml:space="preserve"> zapytania ofertowego</w:t>
            </w:r>
          </w:p>
        </w:tc>
      </w:tr>
      <w:tr w:rsidR="001C13A8" w:rsidRPr="0098293A" w14:paraId="4EF23BDF" w14:textId="77777777" w:rsidTr="0086026B">
        <w:tc>
          <w:tcPr>
            <w:tcW w:w="562" w:type="dxa"/>
          </w:tcPr>
          <w:p w14:paraId="56460D0D" w14:textId="77777777" w:rsidR="001C13A8" w:rsidRPr="0098293A" w:rsidRDefault="001C13A8" w:rsidP="002B0076">
            <w:pPr>
              <w:rPr>
                <w:szCs w:val="20"/>
                <w:lang w:val="pl-PL"/>
              </w:rPr>
            </w:pPr>
          </w:p>
        </w:tc>
        <w:tc>
          <w:tcPr>
            <w:tcW w:w="2552" w:type="dxa"/>
          </w:tcPr>
          <w:p w14:paraId="586F8735" w14:textId="77777777" w:rsidR="001C13A8" w:rsidRPr="0086026B" w:rsidRDefault="001C13A8" w:rsidP="002B0076">
            <w:pPr>
              <w:rPr>
                <w:szCs w:val="20"/>
                <w:lang w:val="pl-PL"/>
              </w:rPr>
            </w:pPr>
          </w:p>
        </w:tc>
        <w:tc>
          <w:tcPr>
            <w:tcW w:w="5953" w:type="dxa"/>
          </w:tcPr>
          <w:p w14:paraId="0B7CD489" w14:textId="77777777" w:rsidR="001C13A8" w:rsidRPr="0098293A" w:rsidRDefault="001C13A8" w:rsidP="002B0076">
            <w:pPr>
              <w:rPr>
                <w:szCs w:val="20"/>
                <w:lang w:val="pl-PL"/>
              </w:rPr>
            </w:pPr>
          </w:p>
        </w:tc>
      </w:tr>
      <w:tr w:rsidR="001C13A8" w:rsidRPr="0098293A" w14:paraId="1BEB038B" w14:textId="77777777" w:rsidTr="0086026B">
        <w:tc>
          <w:tcPr>
            <w:tcW w:w="562" w:type="dxa"/>
          </w:tcPr>
          <w:p w14:paraId="3DEFCB61" w14:textId="77777777" w:rsidR="001C13A8" w:rsidRPr="0098293A" w:rsidRDefault="001C13A8" w:rsidP="002B0076">
            <w:pPr>
              <w:rPr>
                <w:szCs w:val="20"/>
                <w:lang w:val="pl-PL"/>
              </w:rPr>
            </w:pPr>
          </w:p>
        </w:tc>
        <w:tc>
          <w:tcPr>
            <w:tcW w:w="2552" w:type="dxa"/>
          </w:tcPr>
          <w:p w14:paraId="335A1B43" w14:textId="77777777" w:rsidR="001C13A8" w:rsidRPr="0086026B" w:rsidRDefault="001C13A8" w:rsidP="002B0076">
            <w:pPr>
              <w:rPr>
                <w:szCs w:val="20"/>
                <w:lang w:val="pl-PL"/>
              </w:rPr>
            </w:pPr>
          </w:p>
        </w:tc>
        <w:tc>
          <w:tcPr>
            <w:tcW w:w="5953" w:type="dxa"/>
          </w:tcPr>
          <w:p w14:paraId="50A66E87" w14:textId="77777777" w:rsidR="001C13A8" w:rsidRPr="0098293A" w:rsidRDefault="001C13A8" w:rsidP="002B0076">
            <w:pPr>
              <w:rPr>
                <w:szCs w:val="20"/>
                <w:lang w:val="pl-PL"/>
              </w:rPr>
            </w:pPr>
          </w:p>
        </w:tc>
      </w:tr>
      <w:tr w:rsidR="001C13A8" w14:paraId="62696366" w14:textId="77777777" w:rsidTr="0086026B">
        <w:tc>
          <w:tcPr>
            <w:tcW w:w="562" w:type="dxa"/>
          </w:tcPr>
          <w:p w14:paraId="21F39E73" w14:textId="77777777" w:rsidR="001C13A8" w:rsidRPr="002E0757" w:rsidRDefault="001C13A8" w:rsidP="002B0076">
            <w:pPr>
              <w:rPr>
                <w:szCs w:val="20"/>
                <w:lang w:val="pl-PL"/>
              </w:rPr>
            </w:pPr>
          </w:p>
        </w:tc>
        <w:tc>
          <w:tcPr>
            <w:tcW w:w="2552" w:type="dxa"/>
          </w:tcPr>
          <w:p w14:paraId="1A126909" w14:textId="77777777" w:rsidR="001C13A8" w:rsidRPr="0086026B" w:rsidRDefault="001C13A8" w:rsidP="002B0076">
            <w:pPr>
              <w:rPr>
                <w:szCs w:val="20"/>
                <w:lang w:val="pl-PL"/>
              </w:rPr>
            </w:pPr>
          </w:p>
        </w:tc>
        <w:tc>
          <w:tcPr>
            <w:tcW w:w="5953" w:type="dxa"/>
          </w:tcPr>
          <w:p w14:paraId="7046AD0B" w14:textId="77777777" w:rsidR="001C13A8" w:rsidRPr="002E0757" w:rsidRDefault="001C13A8" w:rsidP="002B0076">
            <w:pPr>
              <w:rPr>
                <w:szCs w:val="20"/>
                <w:lang w:val="pl-PL"/>
              </w:rPr>
            </w:pPr>
          </w:p>
        </w:tc>
      </w:tr>
    </w:tbl>
    <w:p w14:paraId="0017292F" w14:textId="77777777" w:rsidR="005E4CD5" w:rsidRDefault="005E4CD5" w:rsidP="005E4CD5">
      <w:pPr>
        <w:jc w:val="left"/>
      </w:pPr>
    </w:p>
    <w:p w14:paraId="13939D7C" w14:textId="77777777" w:rsidR="005E4CD5" w:rsidRPr="001415B7" w:rsidRDefault="005E4CD5" w:rsidP="005E4CD5">
      <w:pPr>
        <w:rPr>
          <w:szCs w:val="20"/>
        </w:rPr>
      </w:pPr>
    </w:p>
    <w:p w14:paraId="210D5460" w14:textId="77777777" w:rsidR="005E4CD5" w:rsidRPr="001415B7" w:rsidRDefault="005E4CD5" w:rsidP="005E4CD5">
      <w:pPr>
        <w:rPr>
          <w:szCs w:val="20"/>
        </w:rPr>
      </w:pPr>
      <w:r w:rsidRPr="001415B7">
        <w:rPr>
          <w:szCs w:val="20"/>
        </w:rPr>
        <w:t xml:space="preserve">……………………………………. </w:t>
      </w:r>
    </w:p>
    <w:p w14:paraId="176A9C18" w14:textId="77777777" w:rsidR="005E4CD5" w:rsidRPr="001415B7" w:rsidRDefault="005E4CD5" w:rsidP="005E4CD5">
      <w:pPr>
        <w:rPr>
          <w:szCs w:val="20"/>
        </w:rPr>
      </w:pPr>
      <w:r w:rsidRPr="001415B7">
        <w:rPr>
          <w:szCs w:val="20"/>
        </w:rPr>
        <w:t>(miejscowość i data)</w:t>
      </w:r>
    </w:p>
    <w:p w14:paraId="6FF31557" w14:textId="77777777" w:rsidR="005E4CD5" w:rsidRPr="001415B7" w:rsidRDefault="005E4CD5" w:rsidP="005E4CD5">
      <w:pPr>
        <w:jc w:val="right"/>
        <w:rPr>
          <w:szCs w:val="20"/>
        </w:rPr>
      </w:pPr>
      <w:r w:rsidRPr="001415B7">
        <w:rPr>
          <w:szCs w:val="20"/>
        </w:rPr>
        <w:t>…..........………………………………………………………..</w:t>
      </w:r>
    </w:p>
    <w:p w14:paraId="5B869587" w14:textId="77777777" w:rsidR="005E4CD5" w:rsidRPr="001415B7" w:rsidRDefault="005E4CD5" w:rsidP="005E4CD5">
      <w:pPr>
        <w:jc w:val="right"/>
        <w:rPr>
          <w:szCs w:val="20"/>
        </w:rPr>
      </w:pPr>
      <w:r w:rsidRPr="001415B7">
        <w:rPr>
          <w:szCs w:val="20"/>
        </w:rPr>
        <w:t>(podpis/y przedstawiciela Oferenta upoważnionego do składania oświadczeń woli</w:t>
      </w:r>
    </w:p>
    <w:p w14:paraId="55233DAC" w14:textId="5EB8423B" w:rsidR="005E4CD5" w:rsidRDefault="005E4CD5" w:rsidP="005E4CD5">
      <w:pPr>
        <w:spacing w:after="160"/>
        <w:jc w:val="left"/>
      </w:pPr>
    </w:p>
    <w:sectPr w:rsidR="005E4CD5" w:rsidSect="00B50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BE2F6" w14:textId="77777777" w:rsidR="00B537A3" w:rsidRDefault="00B537A3" w:rsidP="00276C21">
      <w:pPr>
        <w:spacing w:after="0" w:line="240" w:lineRule="auto"/>
      </w:pPr>
      <w:r>
        <w:separator/>
      </w:r>
    </w:p>
  </w:endnote>
  <w:endnote w:type="continuationSeparator" w:id="0">
    <w:p w14:paraId="11EFF579" w14:textId="77777777" w:rsidR="00B537A3" w:rsidRDefault="00B537A3" w:rsidP="00276C21">
      <w:pPr>
        <w:spacing w:after="0" w:line="240" w:lineRule="auto"/>
      </w:pPr>
      <w:r>
        <w:continuationSeparator/>
      </w:r>
    </w:p>
  </w:endnote>
  <w:endnote w:type="continuationNotice" w:id="1">
    <w:p w14:paraId="706A9E82" w14:textId="77777777" w:rsidR="00D54C1A" w:rsidRDefault="00D54C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C22BF" w14:textId="77777777" w:rsidR="00AE1A34" w:rsidRDefault="00AE1A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ABAE7" w14:textId="3B9CC50B" w:rsidR="00AC7906" w:rsidRDefault="00A96D31" w:rsidP="005E4CD5">
    <w:pPr>
      <w:pStyle w:val="Stopka"/>
      <w:pBdr>
        <w:top w:val="single" w:sz="4" w:space="1" w:color="auto"/>
      </w:pBdr>
      <w:jc w:val="center"/>
    </w:pPr>
    <w:r w:rsidRPr="00626298">
      <w:rPr>
        <w:sz w:val="12"/>
        <w:szCs w:val="12"/>
      </w:rPr>
      <w:t xml:space="preserve">Projekt pt. </w:t>
    </w:r>
    <w:sdt>
      <w:sdtPr>
        <w:rPr>
          <w:b/>
          <w:sz w:val="12"/>
          <w:szCs w:val="12"/>
        </w:rPr>
        <w:alias w:val="Kategoria"/>
        <w:tag w:val=""/>
        <w:id w:val="289022002"/>
        <w:placeholder>
          <w:docPart w:val="AE73734702FA421E875D886A9281EF3B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Pr="0017601E">
          <w:rPr>
            <w:b/>
            <w:sz w:val="12"/>
            <w:szCs w:val="12"/>
          </w:rPr>
          <w:t>„Inteligentne algorytmy i interoperacyjne aplikacje do integracji z systemami zarządzania budynkami i mediami BACS/BMS/HMS oraz systemami zarządzania energią BEMS/EnMS w celu optymalizacji wykorzystania energii w ramach programów elastyczności energetycznej DSR (Demand Side Response)”</w:t>
        </w:r>
      </w:sdtContent>
    </w:sdt>
    <w:r>
      <w:rPr>
        <w:b/>
        <w:sz w:val="12"/>
        <w:szCs w:val="12"/>
      </w:rPr>
      <w:t xml:space="preserve"> </w:t>
    </w:r>
    <w:r w:rsidRPr="00316649">
      <w:rPr>
        <w:sz w:val="12"/>
        <w:szCs w:val="12"/>
      </w:rPr>
      <w:t>nr umowy FENG.01.01-IP.02-0063/23 z dnia 16.02.2024 r współfinansowany ze środków Programu Funduszy Europejskich dla Nowoczesnej Gospodarki 2021–2027 Priorytet 1. Wsparcie dla przedsiębiorców, 1.1. Ścieżka SMART.</w:t>
    </w:r>
  </w:p>
  <w:p w14:paraId="7360E065" w14:textId="77777777" w:rsidR="00276C21" w:rsidRDefault="00AC7906" w:rsidP="00046C76">
    <w:pPr>
      <w:pStyle w:val="Stopka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2642244"/>
      <w:docPartObj>
        <w:docPartGallery w:val="Page Numbers (Bottom of Page)"/>
        <w:docPartUnique/>
      </w:docPartObj>
    </w:sdtPr>
    <w:sdtEndPr/>
    <w:sdtContent>
      <w:p w14:paraId="6C588833" w14:textId="1F2E32BC" w:rsidR="00A96D31" w:rsidRDefault="00A96D31" w:rsidP="00A96D31">
        <w:pPr>
          <w:pStyle w:val="Stopka"/>
          <w:pBdr>
            <w:top w:val="single" w:sz="4" w:space="1" w:color="auto"/>
          </w:pBdr>
          <w:jc w:val="center"/>
        </w:pPr>
        <w:r>
          <w:rPr>
            <w:noProof/>
          </w:rPr>
          <w:drawing>
            <wp:inline distT="0" distB="0" distL="0" distR="0" wp14:anchorId="4A5D122A" wp14:editId="7629DCA8">
              <wp:extent cx="5759450" cy="1097280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FENG_RP_UE_RGB-2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10972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83F51A7" w14:textId="47B4561E" w:rsidR="00C90023" w:rsidRDefault="00A96D31" w:rsidP="00A96D31">
        <w:pPr>
          <w:pStyle w:val="Stopka"/>
          <w:pBdr>
            <w:top w:val="single" w:sz="4" w:space="1" w:color="auto"/>
          </w:pBdr>
          <w:jc w:val="center"/>
        </w:pPr>
        <w:r w:rsidRPr="00626298">
          <w:rPr>
            <w:sz w:val="12"/>
            <w:szCs w:val="12"/>
          </w:rPr>
          <w:t xml:space="preserve">Projekt pt. </w:t>
        </w:r>
        <w:sdt>
          <w:sdtPr>
            <w:rPr>
              <w:b/>
              <w:sz w:val="12"/>
              <w:szCs w:val="12"/>
            </w:rPr>
            <w:alias w:val="Kategoria"/>
            <w:tag w:val=""/>
            <w:id w:val="1904861144"/>
            <w:placeholder>
              <w:docPart w:val="2BA16E00D2FD44229084E75C1BB4357C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r w:rsidRPr="0017601E">
              <w:rPr>
                <w:b/>
                <w:sz w:val="12"/>
                <w:szCs w:val="12"/>
              </w:rPr>
              <w:t>„Inteligentne algorytmy i interoperacyjne aplikacje do integracji z systemami zarządzania budynkami i mediami BACS/BMS/HMS oraz systemami zarządzania energią BEMS/EnMS w celu optymalizacji wykorzystania energii w ramach programów elastyczności energetycznej DSR (Demand Side Response)”</w:t>
            </w:r>
          </w:sdtContent>
        </w:sdt>
        <w:r>
          <w:rPr>
            <w:b/>
            <w:sz w:val="12"/>
            <w:szCs w:val="12"/>
          </w:rPr>
          <w:t xml:space="preserve"> </w:t>
        </w:r>
        <w:r w:rsidRPr="00316649">
          <w:rPr>
            <w:sz w:val="12"/>
            <w:szCs w:val="12"/>
          </w:rPr>
          <w:t>nr umowy FENG.01.01-IP.02-0063/23 z dnia 16.02.2024 r współfinansowany ze środków Programu Funduszy Europejskich dla Nowoczesnej Gospodarki 2021–2027 Priorytet 1. Wsparcie dla przedsiębiorców, 1.1. Ścieżka SMART.</w:t>
        </w:r>
      </w:p>
      <w:p w14:paraId="302C784B" w14:textId="77777777" w:rsidR="00276C21" w:rsidRDefault="00C90023" w:rsidP="00046C76">
        <w:pPr>
          <w:pStyle w:val="Stopka"/>
          <w:jc w:val="center"/>
        </w:pPr>
        <w:r w:rsidRPr="00582EDB">
          <w:fldChar w:fldCharType="begin"/>
        </w:r>
        <w:r w:rsidRPr="00582EDB">
          <w:instrText>PAGE   \* MERGEFORMAT</w:instrText>
        </w:r>
        <w:r w:rsidRPr="00582EDB">
          <w:fldChar w:fldCharType="separate"/>
        </w:r>
        <w:r w:rsidRPr="00582EDB">
          <w:t>2</w:t>
        </w:r>
        <w:r w:rsidRPr="00582ED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DC1BE" w14:textId="77777777" w:rsidR="00B537A3" w:rsidRDefault="00B537A3" w:rsidP="00276C21">
      <w:pPr>
        <w:spacing w:after="0" w:line="240" w:lineRule="auto"/>
      </w:pPr>
      <w:r>
        <w:separator/>
      </w:r>
    </w:p>
  </w:footnote>
  <w:footnote w:type="continuationSeparator" w:id="0">
    <w:p w14:paraId="1FC8D64A" w14:textId="77777777" w:rsidR="00B537A3" w:rsidRDefault="00B537A3" w:rsidP="00276C21">
      <w:pPr>
        <w:spacing w:after="0" w:line="240" w:lineRule="auto"/>
      </w:pPr>
      <w:r>
        <w:continuationSeparator/>
      </w:r>
    </w:p>
  </w:footnote>
  <w:footnote w:type="continuationNotice" w:id="1">
    <w:p w14:paraId="484D8F80" w14:textId="77777777" w:rsidR="00D54C1A" w:rsidRDefault="00D54C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A53" w14:textId="77777777" w:rsidR="00AE1A34" w:rsidRDefault="00AE1A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7CB7" w14:textId="5B479AB6" w:rsidR="00276C21" w:rsidRDefault="009152C5" w:rsidP="00276C21">
    <w:pPr>
      <w:pStyle w:val="Nagwek"/>
      <w:jc w:val="center"/>
    </w:pPr>
    <w:sdt>
      <w:sdtPr>
        <w:alias w:val="Temat"/>
        <w:tag w:val=""/>
        <w:id w:val="1031920678"/>
        <w:placeholder>
          <w:docPart w:val="A58F193F3C9F47078B07B13D40FE0ABF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t>„Usługi zewnętrzne obejmujące aktualizacje środowiska ŚBRSS w Zadaniu 8 oraz oprogramowania BRSPD w Zadaniu 9”</w:t>
        </w:r>
      </w:sdtContent>
    </w:sdt>
    <w:r w:rsidR="005E314F">
      <w:t xml:space="preserve"> – Zapytanie ofertowe </w:t>
    </w:r>
    <w:sdt>
      <w:sdtPr>
        <w:alias w:val="Tytuł"/>
        <w:tag w:val=""/>
        <w:id w:val="-1037435012"/>
        <w:placeholder>
          <w:docPart w:val="606C99B747EE4A7FA044A093F5B923D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ADSR K5/2025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1"/>
      <w:gridCol w:w="1814"/>
      <w:gridCol w:w="2721"/>
      <w:gridCol w:w="1814"/>
    </w:tblGrid>
    <w:tr w:rsidR="00A96D31" w:rsidRPr="00A96D31" w14:paraId="0A5C3EB8" w14:textId="77777777" w:rsidTr="003A76D8">
      <w:trPr>
        <w:trHeight w:val="742"/>
      </w:trPr>
      <w:tc>
        <w:tcPr>
          <w:tcW w:w="1500" w:type="pct"/>
          <w:vAlign w:val="center"/>
          <w:hideMark/>
        </w:tcPr>
        <w:p w14:paraId="548FDCC2" w14:textId="77777777" w:rsidR="00A96D31" w:rsidRPr="00AA7890" w:rsidRDefault="00A96D31" w:rsidP="00522011">
          <w:pPr>
            <w:pStyle w:val="Nagwek"/>
            <w:jc w:val="left"/>
          </w:pPr>
          <w:r w:rsidRPr="00AA7890">
            <w:rPr>
              <w:noProof/>
            </w:rPr>
            <w:drawing>
              <wp:inline distT="0" distB="0" distL="0" distR="0" wp14:anchorId="0FDEBD90" wp14:editId="6F1AF0F0">
                <wp:extent cx="1071000" cy="475560"/>
                <wp:effectExtent l="0" t="0" r="0" b="0"/>
                <wp:docPr id="1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1000" cy="475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0" w:type="pct"/>
          <w:vAlign w:val="center"/>
          <w:hideMark/>
        </w:tcPr>
        <w:p w14:paraId="2E14F384" w14:textId="77777777" w:rsidR="00A96D31" w:rsidRPr="003A76D8" w:rsidRDefault="00A96D31" w:rsidP="00A31AB5">
          <w:pPr>
            <w:pStyle w:val="Nagwek"/>
            <w:tabs>
              <w:tab w:val="center" w:pos="1706"/>
              <w:tab w:val="left" w:pos="2145"/>
            </w:tabs>
            <w:jc w:val="left"/>
            <w:rPr>
              <w:rStyle w:val="Pogrubienie"/>
              <w:lang w:val="pl-PL"/>
            </w:rPr>
          </w:pPr>
          <w:r w:rsidRPr="003A76D8">
            <w:rPr>
              <w:rStyle w:val="Pogrubienie"/>
              <w:lang w:val="pl-PL"/>
            </w:rPr>
            <w:t>FINN Sp. z o.o.</w:t>
          </w:r>
        </w:p>
        <w:p w14:paraId="74CEDE26" w14:textId="77777777" w:rsidR="00A96D31" w:rsidRDefault="00A96D31" w:rsidP="00A31AB5">
          <w:pPr>
            <w:pStyle w:val="Nagwek"/>
            <w:tabs>
              <w:tab w:val="center" w:pos="1706"/>
              <w:tab w:val="left" w:pos="2145"/>
            </w:tabs>
            <w:jc w:val="left"/>
            <w:rPr>
              <w:lang w:val="pl-PL"/>
            </w:rPr>
          </w:pPr>
          <w:r w:rsidRPr="000F2A1B">
            <w:rPr>
              <w:lang w:val="pl-PL"/>
            </w:rPr>
            <w:t xml:space="preserve">ul. </w:t>
          </w:r>
          <w:r>
            <w:rPr>
              <w:lang w:val="pl-PL"/>
            </w:rPr>
            <w:t>Reymonta 5</w:t>
          </w:r>
        </w:p>
        <w:p w14:paraId="3F2D57C8" w14:textId="77777777" w:rsidR="00A96D31" w:rsidRDefault="00A96D31" w:rsidP="00A31AB5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0F2A1B">
            <w:rPr>
              <w:lang w:val="pl-PL"/>
            </w:rPr>
            <w:t>93-49</w:t>
          </w:r>
          <w:r>
            <w:rPr>
              <w:lang w:val="pl-PL"/>
            </w:rPr>
            <w:t>1</w:t>
          </w:r>
          <w:r w:rsidRPr="000F2A1B">
            <w:rPr>
              <w:lang w:val="pl-PL"/>
            </w:rPr>
            <w:t xml:space="preserve"> Łódź</w:t>
          </w:r>
        </w:p>
        <w:p w14:paraId="498D76C9" w14:textId="77777777" w:rsidR="00A96D31" w:rsidRPr="005A4A02" w:rsidRDefault="00A96D31" w:rsidP="00A31AB5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0F2A1B">
            <w:rPr>
              <w:color w:val="404040" w:themeColor="text1" w:themeTint="BF"/>
              <w:lang w:val="pl-PL"/>
            </w:rPr>
            <w:t>NIP 8321912565</w:t>
          </w:r>
        </w:p>
      </w:tc>
      <w:tc>
        <w:tcPr>
          <w:tcW w:w="1500" w:type="pct"/>
          <w:vAlign w:val="center"/>
          <w:hideMark/>
        </w:tcPr>
        <w:p w14:paraId="5312E2C5" w14:textId="77777777" w:rsidR="00A96D31" w:rsidRDefault="00A96D31" w:rsidP="003A76D8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0F2A1B">
            <w:rPr>
              <w:color w:val="404040" w:themeColor="text1" w:themeTint="BF"/>
              <w:lang w:val="pl-PL"/>
            </w:rPr>
            <w:t>REGON</w:t>
          </w:r>
          <w:r>
            <w:rPr>
              <w:color w:val="404040" w:themeColor="text1" w:themeTint="BF"/>
              <w:lang w:val="pl-PL"/>
            </w:rPr>
            <w:t> </w:t>
          </w:r>
          <w:r w:rsidRPr="000F2A1B">
            <w:rPr>
              <w:color w:val="404040" w:themeColor="text1" w:themeTint="BF"/>
              <w:lang w:val="pl-PL"/>
            </w:rPr>
            <w:t>731586439</w:t>
          </w:r>
        </w:p>
        <w:p w14:paraId="16929309" w14:textId="77777777" w:rsidR="00A96D31" w:rsidRDefault="00A96D31" w:rsidP="003A76D8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0F2A1B">
            <w:rPr>
              <w:color w:val="404040" w:themeColor="text1" w:themeTint="BF"/>
              <w:lang w:val="pl-PL"/>
            </w:rPr>
            <w:t>KRS</w:t>
          </w:r>
          <w:r>
            <w:rPr>
              <w:color w:val="404040" w:themeColor="text1" w:themeTint="BF"/>
              <w:lang w:val="pl-PL"/>
            </w:rPr>
            <w:t> </w:t>
          </w:r>
          <w:r w:rsidRPr="000F2A1B">
            <w:rPr>
              <w:color w:val="404040" w:themeColor="text1" w:themeTint="BF"/>
              <w:lang w:val="pl-PL"/>
            </w:rPr>
            <w:t>0000023991</w:t>
          </w:r>
        </w:p>
        <w:p w14:paraId="101F703A" w14:textId="77777777" w:rsidR="00A96D31" w:rsidRDefault="00A96D31" w:rsidP="003A76D8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0F2A1B">
            <w:rPr>
              <w:color w:val="404040" w:themeColor="text1" w:themeTint="BF"/>
              <w:lang w:val="pl-PL"/>
            </w:rPr>
            <w:t>Kapitał zakł</w:t>
          </w:r>
          <w:r>
            <w:rPr>
              <w:color w:val="404040" w:themeColor="text1" w:themeTint="BF"/>
              <w:lang w:val="pl-PL"/>
            </w:rPr>
            <w:t>adowy</w:t>
          </w:r>
          <w:r w:rsidRPr="000F2A1B">
            <w:rPr>
              <w:color w:val="404040" w:themeColor="text1" w:themeTint="BF"/>
              <w:lang w:val="pl-PL"/>
            </w:rPr>
            <w:t xml:space="preserve"> 1 400 000 PLN</w:t>
          </w:r>
        </w:p>
        <w:p w14:paraId="21211E24" w14:textId="77777777" w:rsidR="00A96D31" w:rsidRPr="005A4A02" w:rsidRDefault="00A96D31" w:rsidP="003A76D8">
          <w:pPr>
            <w:pStyle w:val="Nagwek"/>
            <w:tabs>
              <w:tab w:val="center" w:pos="1706"/>
              <w:tab w:val="left" w:pos="2145"/>
            </w:tabs>
            <w:jc w:val="left"/>
            <w:rPr>
              <w:color w:val="404040" w:themeColor="text1" w:themeTint="BF"/>
              <w:lang w:val="pl-PL"/>
            </w:rPr>
          </w:pPr>
          <w:r w:rsidRPr="00611E6B">
            <w:rPr>
              <w:lang w:val="pl-PL"/>
            </w:rPr>
            <w:t xml:space="preserve">Sąd Rej. </w:t>
          </w:r>
          <w:r w:rsidRPr="006C0898">
            <w:rPr>
              <w:lang w:val="pl-PL"/>
            </w:rPr>
            <w:t>Łódź-Śr. XX Wydział KRS</w:t>
          </w:r>
        </w:p>
      </w:tc>
      <w:tc>
        <w:tcPr>
          <w:tcW w:w="1000" w:type="pct"/>
          <w:vAlign w:val="center"/>
          <w:hideMark/>
        </w:tcPr>
        <w:p w14:paraId="0E8DFFFB" w14:textId="77777777" w:rsidR="00A96D31" w:rsidRPr="003A76D8" w:rsidRDefault="00A96D31" w:rsidP="003A76D8">
          <w:pPr>
            <w:pStyle w:val="Nagwek"/>
            <w:jc w:val="right"/>
            <w:rPr>
              <w:lang w:val="en-US"/>
            </w:rPr>
          </w:pPr>
          <w:r>
            <w:rPr>
              <w:lang w:val="en-US"/>
            </w:rPr>
            <w:t>t</w:t>
          </w:r>
          <w:r w:rsidRPr="003A76D8">
            <w:rPr>
              <w:lang w:val="en-US"/>
            </w:rPr>
            <w:t>el</w:t>
          </w:r>
          <w:r>
            <w:rPr>
              <w:lang w:val="en-US"/>
            </w:rPr>
            <w:t>.</w:t>
          </w:r>
          <w:r w:rsidRPr="003A76D8">
            <w:rPr>
              <w:lang w:val="en-US"/>
            </w:rPr>
            <w:t xml:space="preserve"> </w:t>
          </w:r>
          <w:r>
            <w:rPr>
              <w:lang w:val="en-US"/>
            </w:rPr>
            <w:t xml:space="preserve">+48 </w:t>
          </w:r>
          <w:r w:rsidRPr="003A76D8">
            <w:rPr>
              <w:lang w:val="en-US"/>
            </w:rPr>
            <w:t>(42) 206 66 00</w:t>
          </w:r>
        </w:p>
        <w:p w14:paraId="78A1FCCC" w14:textId="77777777" w:rsidR="00A96D31" w:rsidRPr="003A76D8" w:rsidRDefault="00A96D31" w:rsidP="003A76D8">
          <w:pPr>
            <w:pStyle w:val="Nagwek"/>
            <w:jc w:val="right"/>
            <w:rPr>
              <w:lang w:val="en-US"/>
            </w:rPr>
          </w:pPr>
          <w:r w:rsidRPr="003A76D8">
            <w:rPr>
              <w:lang w:val="en-US"/>
            </w:rPr>
            <w:t xml:space="preserve">fax </w:t>
          </w:r>
          <w:r>
            <w:rPr>
              <w:lang w:val="en-US"/>
            </w:rPr>
            <w:t xml:space="preserve">+48 </w:t>
          </w:r>
          <w:r w:rsidRPr="003A76D8">
            <w:rPr>
              <w:lang w:val="en-US"/>
            </w:rPr>
            <w:t xml:space="preserve">(42) </w:t>
          </w:r>
          <w:r>
            <w:rPr>
              <w:lang w:val="en-US"/>
            </w:rPr>
            <w:t>206 66 20</w:t>
          </w:r>
        </w:p>
        <w:p w14:paraId="796C1C49" w14:textId="77777777" w:rsidR="00A96D31" w:rsidRPr="003A76D8" w:rsidRDefault="00A96D31" w:rsidP="003A76D8">
          <w:pPr>
            <w:pStyle w:val="Nagwek"/>
            <w:jc w:val="right"/>
            <w:rPr>
              <w:lang w:val="en-US"/>
            </w:rPr>
          </w:pPr>
          <w:r w:rsidRPr="00B66791">
            <w:rPr>
              <w:lang w:val="en-US"/>
            </w:rPr>
            <w:t>sekretariat@finn.pl</w:t>
          </w:r>
        </w:p>
        <w:p w14:paraId="4386183A" w14:textId="77777777" w:rsidR="00A96D31" w:rsidRPr="003A76D8" w:rsidRDefault="00A96D31" w:rsidP="003A76D8">
          <w:pPr>
            <w:pStyle w:val="Nagwek"/>
            <w:jc w:val="right"/>
            <w:rPr>
              <w:lang w:val="en-US"/>
            </w:rPr>
          </w:pPr>
          <w:r w:rsidRPr="003A76D8">
            <w:rPr>
              <w:lang w:val="en-US"/>
            </w:rPr>
            <w:t>www.finn.com.pl</w:t>
          </w:r>
        </w:p>
      </w:tc>
    </w:tr>
  </w:tbl>
  <w:p w14:paraId="43AE1BA7" w14:textId="77777777" w:rsidR="00C90023" w:rsidRPr="00A96D31" w:rsidRDefault="00C90023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2B4"/>
    <w:multiLevelType w:val="multilevel"/>
    <w:tmpl w:val="0478D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C077A"/>
    <w:multiLevelType w:val="multilevel"/>
    <w:tmpl w:val="06AE9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1885"/>
    <w:multiLevelType w:val="multilevel"/>
    <w:tmpl w:val="BDA62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91AF3"/>
    <w:multiLevelType w:val="multilevel"/>
    <w:tmpl w:val="44ACD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91198B"/>
    <w:multiLevelType w:val="multilevel"/>
    <w:tmpl w:val="3B4E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037D00"/>
    <w:multiLevelType w:val="multilevel"/>
    <w:tmpl w:val="70C25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002D88"/>
    <w:multiLevelType w:val="multilevel"/>
    <w:tmpl w:val="0FC66F8C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7" w15:restartNumberingAfterBreak="0">
    <w:nsid w:val="295A2B80"/>
    <w:multiLevelType w:val="multilevel"/>
    <w:tmpl w:val="3B4E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233D2A"/>
    <w:multiLevelType w:val="hybridMultilevel"/>
    <w:tmpl w:val="6D7ED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45945"/>
    <w:multiLevelType w:val="multilevel"/>
    <w:tmpl w:val="06F42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D86865"/>
    <w:multiLevelType w:val="multilevel"/>
    <w:tmpl w:val="5C2A4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3C124A36"/>
    <w:multiLevelType w:val="multilevel"/>
    <w:tmpl w:val="622CA1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233887"/>
    <w:multiLevelType w:val="hybridMultilevel"/>
    <w:tmpl w:val="C3648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C0290"/>
    <w:multiLevelType w:val="multilevel"/>
    <w:tmpl w:val="E01A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F46B4E"/>
    <w:multiLevelType w:val="multilevel"/>
    <w:tmpl w:val="321A8A28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6605F02"/>
    <w:multiLevelType w:val="multilevel"/>
    <w:tmpl w:val="20B079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DF0170"/>
    <w:multiLevelType w:val="multilevel"/>
    <w:tmpl w:val="AB4861F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706D33"/>
    <w:multiLevelType w:val="multilevel"/>
    <w:tmpl w:val="3B4E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6D3257"/>
    <w:multiLevelType w:val="multilevel"/>
    <w:tmpl w:val="FA3ED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82885"/>
    <w:multiLevelType w:val="multilevel"/>
    <w:tmpl w:val="3B4E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AC1C3A"/>
    <w:multiLevelType w:val="multilevel"/>
    <w:tmpl w:val="23469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D54DA7"/>
    <w:multiLevelType w:val="multilevel"/>
    <w:tmpl w:val="9CB42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091894"/>
    <w:multiLevelType w:val="multilevel"/>
    <w:tmpl w:val="3B4E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E70B00"/>
    <w:multiLevelType w:val="multilevel"/>
    <w:tmpl w:val="443AD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875116"/>
    <w:multiLevelType w:val="multilevel"/>
    <w:tmpl w:val="117E91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8900880">
    <w:abstractNumId w:val="14"/>
  </w:num>
  <w:num w:numId="2" w16cid:durableId="1071733306">
    <w:abstractNumId w:val="8"/>
  </w:num>
  <w:num w:numId="3" w16cid:durableId="238517440">
    <w:abstractNumId w:val="12"/>
  </w:num>
  <w:num w:numId="4" w16cid:durableId="283313376">
    <w:abstractNumId w:val="1"/>
    <w:lvlOverride w:ilvl="0">
      <w:startOverride w:val="1"/>
    </w:lvlOverride>
  </w:num>
  <w:num w:numId="5" w16cid:durableId="1544906505">
    <w:abstractNumId w:val="23"/>
  </w:num>
  <w:num w:numId="6" w16cid:durableId="1051420646">
    <w:abstractNumId w:val="18"/>
    <w:lvlOverride w:ilvl="0">
      <w:startOverride w:val="1"/>
    </w:lvlOverride>
  </w:num>
  <w:num w:numId="7" w16cid:durableId="1342929991">
    <w:abstractNumId w:val="15"/>
  </w:num>
  <w:num w:numId="8" w16cid:durableId="316888246">
    <w:abstractNumId w:val="9"/>
  </w:num>
  <w:num w:numId="9" w16cid:durableId="1721631756">
    <w:abstractNumId w:val="2"/>
    <w:lvlOverride w:ilvl="0">
      <w:startOverride w:val="1"/>
    </w:lvlOverride>
  </w:num>
  <w:num w:numId="10" w16cid:durableId="1312558568">
    <w:abstractNumId w:val="0"/>
  </w:num>
  <w:num w:numId="11" w16cid:durableId="1032415545">
    <w:abstractNumId w:val="20"/>
  </w:num>
  <w:num w:numId="12" w16cid:durableId="2030600076">
    <w:abstractNumId w:val="21"/>
  </w:num>
  <w:num w:numId="13" w16cid:durableId="1635677660">
    <w:abstractNumId w:val="22"/>
  </w:num>
  <w:num w:numId="14" w16cid:durableId="387724028">
    <w:abstractNumId w:val="11"/>
  </w:num>
  <w:num w:numId="15" w16cid:durableId="148907026">
    <w:abstractNumId w:val="16"/>
  </w:num>
  <w:num w:numId="16" w16cid:durableId="1009719996">
    <w:abstractNumId w:val="6"/>
  </w:num>
  <w:num w:numId="17" w16cid:durableId="166789674">
    <w:abstractNumId w:val="24"/>
  </w:num>
  <w:num w:numId="18" w16cid:durableId="1743793151">
    <w:abstractNumId w:val="17"/>
  </w:num>
  <w:num w:numId="19" w16cid:durableId="1377394917">
    <w:abstractNumId w:val="19"/>
  </w:num>
  <w:num w:numId="20" w16cid:durableId="410926918">
    <w:abstractNumId w:val="4"/>
  </w:num>
  <w:num w:numId="21" w16cid:durableId="1606886899">
    <w:abstractNumId w:val="7"/>
  </w:num>
  <w:num w:numId="22" w16cid:durableId="696003210">
    <w:abstractNumId w:val="10"/>
  </w:num>
  <w:num w:numId="23" w16cid:durableId="2018119884">
    <w:abstractNumId w:val="3"/>
    <w:lvlOverride w:ilvl="0">
      <w:startOverride w:val="1"/>
    </w:lvlOverride>
  </w:num>
  <w:num w:numId="24" w16cid:durableId="1217931046">
    <w:abstractNumId w:val="13"/>
  </w:num>
  <w:num w:numId="25" w16cid:durableId="5039372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23"/>
    <w:rsid w:val="00001FA1"/>
    <w:rsid w:val="00027BB7"/>
    <w:rsid w:val="00034E7B"/>
    <w:rsid w:val="00046C76"/>
    <w:rsid w:val="000548BB"/>
    <w:rsid w:val="00075F6B"/>
    <w:rsid w:val="00093363"/>
    <w:rsid w:val="000B5608"/>
    <w:rsid w:val="000C6FF7"/>
    <w:rsid w:val="000D3096"/>
    <w:rsid w:val="000E096E"/>
    <w:rsid w:val="000F6F90"/>
    <w:rsid w:val="0010757E"/>
    <w:rsid w:val="00122BB2"/>
    <w:rsid w:val="00122C06"/>
    <w:rsid w:val="00132D87"/>
    <w:rsid w:val="00133662"/>
    <w:rsid w:val="001415B7"/>
    <w:rsid w:val="001438FB"/>
    <w:rsid w:val="00172468"/>
    <w:rsid w:val="00175229"/>
    <w:rsid w:val="00182AFD"/>
    <w:rsid w:val="00193B0B"/>
    <w:rsid w:val="001975AF"/>
    <w:rsid w:val="001A14B0"/>
    <w:rsid w:val="001A1D16"/>
    <w:rsid w:val="001A23FE"/>
    <w:rsid w:val="001A2E22"/>
    <w:rsid w:val="001A4A58"/>
    <w:rsid w:val="001B723F"/>
    <w:rsid w:val="001B7B9D"/>
    <w:rsid w:val="001C13A8"/>
    <w:rsid w:val="001F412E"/>
    <w:rsid w:val="00221961"/>
    <w:rsid w:val="00231823"/>
    <w:rsid w:val="0024488D"/>
    <w:rsid w:val="00251023"/>
    <w:rsid w:val="00251F22"/>
    <w:rsid w:val="00263533"/>
    <w:rsid w:val="00276C21"/>
    <w:rsid w:val="002B0076"/>
    <w:rsid w:val="002E0757"/>
    <w:rsid w:val="002F3679"/>
    <w:rsid w:val="00342DA8"/>
    <w:rsid w:val="00343097"/>
    <w:rsid w:val="00344EBF"/>
    <w:rsid w:val="00346F48"/>
    <w:rsid w:val="00375C3E"/>
    <w:rsid w:val="00380F6A"/>
    <w:rsid w:val="003871B5"/>
    <w:rsid w:val="00387310"/>
    <w:rsid w:val="003B0188"/>
    <w:rsid w:val="00405FD9"/>
    <w:rsid w:val="004062E1"/>
    <w:rsid w:val="004507FC"/>
    <w:rsid w:val="00477F0B"/>
    <w:rsid w:val="004A1D4A"/>
    <w:rsid w:val="004B4980"/>
    <w:rsid w:val="004D0A06"/>
    <w:rsid w:val="004E35EE"/>
    <w:rsid w:val="004F7824"/>
    <w:rsid w:val="00517D5B"/>
    <w:rsid w:val="00557F59"/>
    <w:rsid w:val="00570F4F"/>
    <w:rsid w:val="00586AAD"/>
    <w:rsid w:val="00592657"/>
    <w:rsid w:val="00592940"/>
    <w:rsid w:val="005967F2"/>
    <w:rsid w:val="005C403E"/>
    <w:rsid w:val="005C7E3A"/>
    <w:rsid w:val="005E314F"/>
    <w:rsid w:val="005E4CD5"/>
    <w:rsid w:val="00601D7D"/>
    <w:rsid w:val="00625B22"/>
    <w:rsid w:val="00631D68"/>
    <w:rsid w:val="006E2C28"/>
    <w:rsid w:val="007012D7"/>
    <w:rsid w:val="00706BBB"/>
    <w:rsid w:val="00732666"/>
    <w:rsid w:val="00733D69"/>
    <w:rsid w:val="007407CC"/>
    <w:rsid w:val="00783F02"/>
    <w:rsid w:val="007D2A85"/>
    <w:rsid w:val="007D40D3"/>
    <w:rsid w:val="00802934"/>
    <w:rsid w:val="008247BE"/>
    <w:rsid w:val="00835477"/>
    <w:rsid w:val="00856C28"/>
    <w:rsid w:val="0086026B"/>
    <w:rsid w:val="00890F94"/>
    <w:rsid w:val="008A3043"/>
    <w:rsid w:val="008A361A"/>
    <w:rsid w:val="008A4F66"/>
    <w:rsid w:val="008B0190"/>
    <w:rsid w:val="008C7769"/>
    <w:rsid w:val="008E20C6"/>
    <w:rsid w:val="008F2756"/>
    <w:rsid w:val="00903748"/>
    <w:rsid w:val="00912898"/>
    <w:rsid w:val="009152C5"/>
    <w:rsid w:val="00924F1F"/>
    <w:rsid w:val="00936851"/>
    <w:rsid w:val="00952ADC"/>
    <w:rsid w:val="0095593A"/>
    <w:rsid w:val="00974020"/>
    <w:rsid w:val="0098293A"/>
    <w:rsid w:val="009831ED"/>
    <w:rsid w:val="00990178"/>
    <w:rsid w:val="00992287"/>
    <w:rsid w:val="009A0FD3"/>
    <w:rsid w:val="009D3960"/>
    <w:rsid w:val="009E50FD"/>
    <w:rsid w:val="00A208F7"/>
    <w:rsid w:val="00A233BF"/>
    <w:rsid w:val="00A42F0B"/>
    <w:rsid w:val="00A62ABB"/>
    <w:rsid w:val="00A96D31"/>
    <w:rsid w:val="00AA13B5"/>
    <w:rsid w:val="00AC7906"/>
    <w:rsid w:val="00AD027A"/>
    <w:rsid w:val="00AD4658"/>
    <w:rsid w:val="00AD650A"/>
    <w:rsid w:val="00AE1A34"/>
    <w:rsid w:val="00AE4B76"/>
    <w:rsid w:val="00AE65B7"/>
    <w:rsid w:val="00AE77B6"/>
    <w:rsid w:val="00B062E2"/>
    <w:rsid w:val="00B40874"/>
    <w:rsid w:val="00B50565"/>
    <w:rsid w:val="00B5182B"/>
    <w:rsid w:val="00B537A3"/>
    <w:rsid w:val="00B64973"/>
    <w:rsid w:val="00B92406"/>
    <w:rsid w:val="00BC30CB"/>
    <w:rsid w:val="00BD7381"/>
    <w:rsid w:val="00C31B8E"/>
    <w:rsid w:val="00C32323"/>
    <w:rsid w:val="00C33A7B"/>
    <w:rsid w:val="00C61180"/>
    <w:rsid w:val="00C87B09"/>
    <w:rsid w:val="00C90023"/>
    <w:rsid w:val="00CA3F2E"/>
    <w:rsid w:val="00CB5ECB"/>
    <w:rsid w:val="00CC0630"/>
    <w:rsid w:val="00CE120E"/>
    <w:rsid w:val="00D143C0"/>
    <w:rsid w:val="00D215D6"/>
    <w:rsid w:val="00D24DEF"/>
    <w:rsid w:val="00D41819"/>
    <w:rsid w:val="00D46A52"/>
    <w:rsid w:val="00D5078D"/>
    <w:rsid w:val="00D54C1A"/>
    <w:rsid w:val="00D5567F"/>
    <w:rsid w:val="00D75296"/>
    <w:rsid w:val="00DA0F17"/>
    <w:rsid w:val="00DA4367"/>
    <w:rsid w:val="00DF2BA1"/>
    <w:rsid w:val="00DF4A86"/>
    <w:rsid w:val="00DF7265"/>
    <w:rsid w:val="00E00925"/>
    <w:rsid w:val="00E05CED"/>
    <w:rsid w:val="00E6300C"/>
    <w:rsid w:val="00E729A8"/>
    <w:rsid w:val="00E930B3"/>
    <w:rsid w:val="00EA154A"/>
    <w:rsid w:val="00EA2452"/>
    <w:rsid w:val="00EC4A6F"/>
    <w:rsid w:val="00EE13B2"/>
    <w:rsid w:val="00F26625"/>
    <w:rsid w:val="00F41751"/>
    <w:rsid w:val="00F454EB"/>
    <w:rsid w:val="00F46EFD"/>
    <w:rsid w:val="00F73E85"/>
    <w:rsid w:val="00F82CE0"/>
    <w:rsid w:val="00F91932"/>
    <w:rsid w:val="00F96FD5"/>
    <w:rsid w:val="00FA1370"/>
    <w:rsid w:val="00FA5E03"/>
    <w:rsid w:val="00FB665A"/>
    <w:rsid w:val="00FD14BC"/>
    <w:rsid w:val="00FD60BC"/>
    <w:rsid w:val="00FE699B"/>
    <w:rsid w:val="00FF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FA88D"/>
  <w15:chartTrackingRefBased/>
  <w15:docId w15:val="{1B788A2A-4E81-4E97-8409-B6771978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CD5"/>
    <w:pPr>
      <w:spacing w:after="120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1932"/>
    <w:pPr>
      <w:keepNext/>
      <w:keepLines/>
      <w:numPr>
        <w:numId w:val="1"/>
      </w:numPr>
      <w:spacing w:before="360"/>
      <w:ind w:left="431" w:hanging="431"/>
      <w:jc w:val="left"/>
      <w:outlineLvl w:val="0"/>
    </w:pPr>
    <w:rPr>
      <w:rFonts w:asciiTheme="majorHAnsi" w:eastAsiaTheme="majorEastAsia" w:hAnsiTheme="majorHAnsi" w:cstheme="majorBidi"/>
      <w:color w:val="C4440D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1932"/>
    <w:pPr>
      <w:keepNext/>
      <w:keepLines/>
      <w:numPr>
        <w:ilvl w:val="1"/>
        <w:numId w:val="1"/>
      </w:numPr>
      <w:spacing w:before="240"/>
      <w:ind w:left="578" w:hanging="578"/>
      <w:jc w:val="left"/>
      <w:outlineLvl w:val="1"/>
    </w:pPr>
    <w:rPr>
      <w:rFonts w:asciiTheme="majorHAnsi" w:eastAsiaTheme="majorEastAsia" w:hAnsiTheme="majorHAnsi" w:cstheme="majorBidi"/>
      <w:color w:val="C4440D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096"/>
    <w:pPr>
      <w:keepNext/>
      <w:keepLines/>
      <w:numPr>
        <w:ilvl w:val="2"/>
        <w:numId w:val="1"/>
      </w:numPr>
      <w:spacing w:before="180" w:after="80"/>
      <w:jc w:val="left"/>
      <w:outlineLvl w:val="2"/>
    </w:pPr>
    <w:rPr>
      <w:rFonts w:asciiTheme="majorHAnsi" w:eastAsiaTheme="majorEastAsia" w:hAnsiTheme="majorHAnsi" w:cstheme="majorBidi"/>
      <w:color w:val="822D09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D3096"/>
    <w:pPr>
      <w:keepNext/>
      <w:keepLines/>
      <w:numPr>
        <w:ilvl w:val="3"/>
        <w:numId w:val="1"/>
      </w:numPr>
      <w:spacing w:before="120" w:after="80"/>
      <w:ind w:left="862" w:hanging="862"/>
      <w:jc w:val="left"/>
      <w:outlineLvl w:val="3"/>
    </w:pPr>
    <w:rPr>
      <w:rFonts w:asciiTheme="majorHAnsi" w:eastAsiaTheme="majorEastAsia" w:hAnsiTheme="majorHAnsi" w:cstheme="majorBidi"/>
      <w:iCs/>
      <w:color w:val="C4440D" w:themeColor="accent1" w:themeShade="BF"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D3096"/>
    <w:pPr>
      <w:keepNext/>
      <w:keepLines/>
      <w:numPr>
        <w:ilvl w:val="4"/>
        <w:numId w:val="1"/>
      </w:numPr>
      <w:spacing w:before="120" w:after="80"/>
      <w:ind w:left="1009" w:hanging="1009"/>
      <w:jc w:val="left"/>
      <w:outlineLvl w:val="4"/>
    </w:pPr>
    <w:rPr>
      <w:rFonts w:asciiTheme="majorHAnsi" w:eastAsiaTheme="majorEastAsia" w:hAnsiTheme="majorHAnsi" w:cstheme="majorBidi"/>
      <w:color w:val="C4440D" w:themeColor="accent1" w:themeShade="BF"/>
      <w:sz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D3096"/>
    <w:pPr>
      <w:keepNext/>
      <w:keepLines/>
      <w:numPr>
        <w:ilvl w:val="5"/>
        <w:numId w:val="1"/>
      </w:numPr>
      <w:spacing w:before="120" w:after="40"/>
      <w:ind w:left="1151" w:hanging="1151"/>
      <w:jc w:val="left"/>
      <w:outlineLvl w:val="5"/>
    </w:pPr>
    <w:rPr>
      <w:rFonts w:asciiTheme="majorHAnsi" w:eastAsiaTheme="majorEastAsia" w:hAnsiTheme="majorHAnsi" w:cstheme="majorBidi"/>
      <w:color w:val="822D09" w:themeColor="accent1" w:themeShade="7F"/>
      <w:sz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D3096"/>
    <w:pPr>
      <w:keepNext/>
      <w:keepLines/>
      <w:numPr>
        <w:ilvl w:val="6"/>
        <w:numId w:val="1"/>
      </w:numPr>
      <w:spacing w:before="120" w:after="0"/>
      <w:ind w:left="1298" w:hanging="1298"/>
      <w:jc w:val="left"/>
      <w:outlineLvl w:val="6"/>
    </w:pPr>
    <w:rPr>
      <w:rFonts w:asciiTheme="majorHAnsi" w:eastAsiaTheme="majorEastAsia" w:hAnsiTheme="majorHAnsi" w:cstheme="majorBidi"/>
      <w:iCs/>
      <w:color w:val="822D09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D3096"/>
    <w:pPr>
      <w:keepNext/>
      <w:keepLines/>
      <w:numPr>
        <w:ilvl w:val="7"/>
        <w:numId w:val="1"/>
      </w:numPr>
      <w:spacing w:before="80" w:after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D3096"/>
    <w:pPr>
      <w:keepNext/>
      <w:keepLines/>
      <w:numPr>
        <w:ilvl w:val="8"/>
        <w:numId w:val="1"/>
      </w:numPr>
      <w:spacing w:before="40" w:after="0"/>
      <w:ind w:left="1582" w:hanging="1582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1932"/>
    <w:rPr>
      <w:rFonts w:asciiTheme="majorHAnsi" w:eastAsiaTheme="majorEastAsia" w:hAnsiTheme="majorHAnsi" w:cstheme="majorBidi"/>
      <w:color w:val="C4440D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91932"/>
    <w:rPr>
      <w:rFonts w:asciiTheme="majorHAnsi" w:eastAsiaTheme="majorEastAsia" w:hAnsiTheme="majorHAnsi" w:cstheme="majorBidi"/>
      <w:color w:val="C4440D" w:themeColor="accent1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3096"/>
    <w:rPr>
      <w:rFonts w:asciiTheme="majorHAnsi" w:eastAsiaTheme="majorEastAsia" w:hAnsiTheme="majorHAnsi" w:cstheme="majorBidi"/>
      <w:color w:val="822D09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D3096"/>
    <w:rPr>
      <w:rFonts w:asciiTheme="majorHAnsi" w:eastAsiaTheme="majorEastAsia" w:hAnsiTheme="majorHAnsi" w:cstheme="majorBidi"/>
      <w:iCs/>
      <w:color w:val="C4440D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0D3096"/>
    <w:rPr>
      <w:rFonts w:asciiTheme="majorHAnsi" w:eastAsiaTheme="majorEastAsia" w:hAnsiTheme="majorHAnsi" w:cstheme="majorBidi"/>
      <w:color w:val="C4440D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0D3096"/>
    <w:rPr>
      <w:rFonts w:asciiTheme="majorHAnsi" w:eastAsiaTheme="majorEastAsia" w:hAnsiTheme="majorHAnsi" w:cstheme="majorBidi"/>
      <w:color w:val="822D09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0D3096"/>
    <w:rPr>
      <w:rFonts w:asciiTheme="majorHAnsi" w:eastAsiaTheme="majorEastAsia" w:hAnsiTheme="majorHAnsi" w:cstheme="majorBidi"/>
      <w:iCs/>
      <w:color w:val="822D09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D3096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0D3096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F6F9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6F90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F90"/>
    <w:pPr>
      <w:numPr>
        <w:ilvl w:val="1"/>
      </w:numPr>
      <w:jc w:val="center"/>
    </w:pPr>
    <w:rPr>
      <w:rFonts w:eastAsiaTheme="minorEastAsia"/>
      <w:color w:val="5A5A5A" w:themeColor="text1" w:themeTint="A5"/>
      <w:spacing w:val="8"/>
    </w:rPr>
  </w:style>
  <w:style w:type="character" w:customStyle="1" w:styleId="PodtytuZnak">
    <w:name w:val="Podtytuł Znak"/>
    <w:basedOn w:val="Domylnaczcionkaakapitu"/>
    <w:link w:val="Podtytu"/>
    <w:uiPriority w:val="11"/>
    <w:rsid w:val="000F6F90"/>
    <w:rPr>
      <w:rFonts w:eastAsiaTheme="minorEastAsia"/>
      <w:color w:val="5A5A5A" w:themeColor="text1" w:themeTint="A5"/>
      <w:spacing w:val="8"/>
      <w:sz w:val="20"/>
    </w:rPr>
  </w:style>
  <w:style w:type="character" w:styleId="Tekstzastpczy">
    <w:name w:val="Placeholder Text"/>
    <w:basedOn w:val="Domylnaczcionkaakapitu"/>
    <w:uiPriority w:val="99"/>
    <w:semiHidden/>
    <w:rsid w:val="00276C2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A233BF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NagwekZnak">
    <w:name w:val="Nagłówek Znak"/>
    <w:basedOn w:val="Domylnaczcionkaakapitu"/>
    <w:link w:val="Nagwek"/>
    <w:uiPriority w:val="99"/>
    <w:rsid w:val="00A233BF"/>
    <w:rPr>
      <w:sz w:val="16"/>
    </w:rPr>
  </w:style>
  <w:style w:type="paragraph" w:styleId="Stopka">
    <w:name w:val="footer"/>
    <w:basedOn w:val="Normalny"/>
    <w:link w:val="StopkaZnak"/>
    <w:uiPriority w:val="99"/>
    <w:unhideWhenUsed/>
    <w:rsid w:val="00A233BF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A233BF"/>
    <w:rPr>
      <w:sz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012D7"/>
    <w:pPr>
      <w:numPr>
        <w:numId w:val="0"/>
      </w:numPr>
      <w:outlineLvl w:val="9"/>
    </w:pPr>
    <w:rPr>
      <w:lang w:val="en-GB" w:eastAsia="en-GB"/>
    </w:rPr>
  </w:style>
  <w:style w:type="paragraph" w:styleId="Spistreci1">
    <w:name w:val="toc 1"/>
    <w:basedOn w:val="Normalny"/>
    <w:next w:val="Normalny"/>
    <w:autoRedefine/>
    <w:uiPriority w:val="39"/>
    <w:unhideWhenUsed/>
    <w:rsid w:val="007012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012D7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7012D7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7012D7"/>
    <w:rPr>
      <w:color w:val="F06529" w:themeColor="hyperlink"/>
      <w:u w:val="single"/>
    </w:rPr>
  </w:style>
  <w:style w:type="table" w:styleId="Tabela-Siatka">
    <w:name w:val="Table Grid"/>
    <w:basedOn w:val="Standardowy"/>
    <w:uiPriority w:val="39"/>
    <w:rsid w:val="005C40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C403E"/>
    <w:rPr>
      <w:b/>
      <w:bCs/>
    </w:rPr>
  </w:style>
  <w:style w:type="character" w:styleId="Wyrnienieintensywne">
    <w:name w:val="Intense Emphasis"/>
    <w:basedOn w:val="Domylnaczcionkaakapitu"/>
    <w:uiPriority w:val="21"/>
    <w:qFormat/>
    <w:rsid w:val="00AE4B76"/>
    <w:rPr>
      <w:i/>
      <w:iCs/>
      <w:color w:val="F06529" w:themeColor="accent1"/>
    </w:rPr>
  </w:style>
  <w:style w:type="character" w:styleId="Wyrnieniedelikatne">
    <w:name w:val="Subtle Emphasis"/>
    <w:basedOn w:val="Domylnaczcionkaakapitu"/>
    <w:uiPriority w:val="19"/>
    <w:qFormat/>
    <w:rsid w:val="00AE4B76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0F6F90"/>
    <w:rPr>
      <w:b/>
      <w:bCs/>
      <w:caps w:val="0"/>
      <w:smallCaps w:val="0"/>
      <w:color w:val="F06529" w:themeColor="accent1"/>
      <w:spacing w:val="2"/>
    </w:rPr>
  </w:style>
  <w:style w:type="character" w:styleId="Odwoaniedelikatne">
    <w:name w:val="Subtle Reference"/>
    <w:basedOn w:val="Domylnaczcionkaakapitu"/>
    <w:uiPriority w:val="31"/>
    <w:qFormat/>
    <w:rsid w:val="00586AAD"/>
    <w:rPr>
      <w:caps w:val="0"/>
      <w:smallCaps w:val="0"/>
      <w:color w:val="404040" w:themeColor="text1" w:themeTint="BF"/>
      <w:spacing w:val="2"/>
    </w:rPr>
  </w:style>
  <w:style w:type="paragraph" w:customStyle="1" w:styleId="Code">
    <w:name w:val="Code"/>
    <w:basedOn w:val="Normalny"/>
    <w:link w:val="CodeZnak"/>
    <w:uiPriority w:val="19"/>
    <w:qFormat/>
    <w:rsid w:val="000F6F90"/>
    <w:pPr>
      <w:keepLines/>
      <w:pBdr>
        <w:top w:val="single" w:sz="4" w:space="1" w:color="D9D9D9" w:themeColor="background1" w:themeShade="D9"/>
        <w:left w:val="single" w:sz="4" w:space="4" w:color="D9D9D9" w:themeColor="background1" w:themeShade="D9"/>
        <w:bottom w:val="single" w:sz="4" w:space="1" w:color="D9D9D9" w:themeColor="background1" w:themeShade="D9"/>
        <w:right w:val="single" w:sz="4" w:space="4" w:color="D9D9D9" w:themeColor="background1" w:themeShade="D9"/>
      </w:pBdr>
      <w:suppressAutoHyphens/>
      <w:spacing w:line="240" w:lineRule="auto"/>
      <w:ind w:firstLine="352"/>
      <w:contextualSpacing/>
      <w:jc w:val="left"/>
    </w:pPr>
    <w:rPr>
      <w:rFonts w:ascii="Consolas" w:hAnsi="Consolas"/>
      <w:noProof/>
    </w:rPr>
  </w:style>
  <w:style w:type="character" w:customStyle="1" w:styleId="CodeZnak">
    <w:name w:val="Code Znak"/>
    <w:basedOn w:val="Domylnaczcionkaakapitu"/>
    <w:link w:val="Code"/>
    <w:uiPriority w:val="19"/>
    <w:rsid w:val="000F6F90"/>
    <w:rPr>
      <w:rFonts w:ascii="Consolas" w:hAnsi="Consolas"/>
      <w:noProof/>
      <w:sz w:val="20"/>
    </w:rPr>
  </w:style>
  <w:style w:type="character" w:styleId="Uwydatnienie">
    <w:name w:val="Emphasis"/>
    <w:basedOn w:val="Domylnaczcionkaakapitu"/>
    <w:uiPriority w:val="20"/>
    <w:qFormat/>
    <w:rsid w:val="000D3096"/>
    <w:rPr>
      <w:i/>
      <w:iCs/>
    </w:rPr>
  </w:style>
  <w:style w:type="paragraph" w:styleId="Bezodstpw">
    <w:name w:val="No Spacing"/>
    <w:uiPriority w:val="1"/>
    <w:qFormat/>
    <w:rsid w:val="00034E7B"/>
    <w:pPr>
      <w:spacing w:after="0"/>
      <w:jc w:val="both"/>
    </w:pPr>
    <w:rPr>
      <w:sz w:val="20"/>
    </w:rPr>
  </w:style>
  <w:style w:type="paragraph" w:customStyle="1" w:styleId="Adresat">
    <w:name w:val="Adresat"/>
    <w:basedOn w:val="Normalny"/>
    <w:qFormat/>
    <w:rsid w:val="008E20C6"/>
    <w:pPr>
      <w:spacing w:before="120"/>
      <w:ind w:left="4820"/>
      <w:contextualSpacing/>
      <w:jc w:val="left"/>
    </w:pPr>
  </w:style>
  <w:style w:type="paragraph" w:customStyle="1" w:styleId="Nadawca">
    <w:name w:val="Nadawca"/>
    <w:basedOn w:val="Normalny"/>
    <w:qFormat/>
    <w:rsid w:val="00924F1F"/>
    <w:pPr>
      <w:spacing w:before="120"/>
      <w:ind w:right="4536"/>
      <w:contextualSpacing/>
      <w:jc w:val="left"/>
    </w:pPr>
    <w:rPr>
      <w:sz w:val="22"/>
    </w:rPr>
  </w:style>
  <w:style w:type="paragraph" w:styleId="Akapitzlist">
    <w:name w:val="List Paragraph"/>
    <w:basedOn w:val="Normalny"/>
    <w:uiPriority w:val="34"/>
    <w:qFormat/>
    <w:rsid w:val="00733D6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E314F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122C06"/>
    <w:pPr>
      <w:spacing w:before="100" w:beforeAutospacing="1" w:after="57" w:line="240" w:lineRule="auto"/>
    </w:pPr>
    <w:rPr>
      <w:rFonts w:ascii="Calibri" w:eastAsia="Times New Roman" w:hAnsi="Calibri" w:cs="Calibri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okumenty\B2B\Microsoft%20Templates\Dokument%20z%20konspekte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6C99B747EE4A7FA044A093F5B923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2D293F-88CA-4A66-8C6E-C9AD7F84008D}"/>
      </w:docPartPr>
      <w:docPartBody>
        <w:p w:rsidR="004036F4" w:rsidRDefault="001C4E0C">
          <w:r w:rsidRPr="007E5EDA">
            <w:rPr>
              <w:rStyle w:val="Tekstzastpczy"/>
            </w:rPr>
            <w:t>[Tytuł]</w:t>
          </w:r>
        </w:p>
      </w:docPartBody>
    </w:docPart>
    <w:docPart>
      <w:docPartPr>
        <w:name w:val="A58F193F3C9F47078B07B13D40FE0A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911577-782B-446B-AF6F-58CB2A2C8E54}"/>
      </w:docPartPr>
      <w:docPartBody>
        <w:p w:rsidR="008E2B27" w:rsidRDefault="0019308A">
          <w:r w:rsidRPr="009B6AC5">
            <w:rPr>
              <w:rStyle w:val="Tekstzastpczy"/>
            </w:rPr>
            <w:t>[Temat]</w:t>
          </w:r>
        </w:p>
      </w:docPartBody>
    </w:docPart>
    <w:docPart>
      <w:docPartPr>
        <w:name w:val="83EF0F95470840DC88D293D1B9E807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41F5A8-CC79-4251-841C-55C06AC3E729}"/>
      </w:docPartPr>
      <w:docPartBody>
        <w:p w:rsidR="00B370FB" w:rsidRDefault="00875663">
          <w:r w:rsidRPr="00855F19">
            <w:rPr>
              <w:rStyle w:val="Tekstzastpczy"/>
            </w:rPr>
            <w:t>[Firma]</w:t>
          </w:r>
        </w:p>
      </w:docPartBody>
    </w:docPart>
    <w:docPart>
      <w:docPartPr>
        <w:name w:val="7A4A149BF05743D98D5C364691DA8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3CC9E6-1216-44CA-9518-4410EBB93EA3}"/>
      </w:docPartPr>
      <w:docPartBody>
        <w:p w:rsidR="00B370FB" w:rsidRDefault="00875663">
          <w:r w:rsidRPr="00855F19">
            <w:rPr>
              <w:rStyle w:val="Tekstzastpczy"/>
            </w:rPr>
            <w:t>[Temat]</w:t>
          </w:r>
        </w:p>
      </w:docPartBody>
    </w:docPart>
    <w:docPart>
      <w:docPartPr>
        <w:name w:val="21BC3827B8B14020B726629D0BA8EF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AC0986-AC9D-4AA6-AA54-66D01060CD39}"/>
      </w:docPartPr>
      <w:docPartBody>
        <w:p w:rsidR="00B370FB" w:rsidRDefault="00875663">
          <w:r w:rsidRPr="00855F19">
            <w:rPr>
              <w:rStyle w:val="Tekstzastpczy"/>
            </w:rPr>
            <w:t>[Tytuł]</w:t>
          </w:r>
        </w:p>
      </w:docPartBody>
    </w:docPart>
    <w:docPart>
      <w:docPartPr>
        <w:name w:val="F52F9BB6834B4862BA981F520B7B0C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9C3099-40A1-47E8-8FC9-2AF4F114FBF9}"/>
      </w:docPartPr>
      <w:docPartBody>
        <w:p w:rsidR="001B7ED9" w:rsidRDefault="00A259FB" w:rsidP="00A259FB">
          <w:pPr>
            <w:pStyle w:val="F52F9BB6834B4862BA981F520B7B0C70"/>
          </w:pPr>
          <w:r w:rsidRPr="00855F19">
            <w:rPr>
              <w:rStyle w:val="Tekstzastpczy"/>
            </w:rPr>
            <w:t>[Temat]</w:t>
          </w:r>
        </w:p>
      </w:docPartBody>
    </w:docPart>
    <w:docPart>
      <w:docPartPr>
        <w:name w:val="CD46CDA19BBC4B5B840A4DCC70A683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3D9092-266D-4154-895B-799606A50FA3}"/>
      </w:docPartPr>
      <w:docPartBody>
        <w:p w:rsidR="001B7ED9" w:rsidRDefault="00A259FB" w:rsidP="00A259FB">
          <w:pPr>
            <w:pStyle w:val="CD46CDA19BBC4B5B840A4DCC70A68311"/>
          </w:pPr>
          <w:r w:rsidRPr="00855F19">
            <w:rPr>
              <w:rStyle w:val="Tekstzastpczy"/>
            </w:rPr>
            <w:t>[Tytuł]</w:t>
          </w:r>
        </w:p>
      </w:docPartBody>
    </w:docPart>
    <w:docPart>
      <w:docPartPr>
        <w:name w:val="C4C6E9D164514FDC8393EBC47332DF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078A91-C1C2-4786-8362-44F80B305BAC}"/>
      </w:docPartPr>
      <w:docPartBody>
        <w:p w:rsidR="00BE6E9C" w:rsidRDefault="00EB326A" w:rsidP="00EB326A">
          <w:pPr>
            <w:pStyle w:val="C4C6E9D164514FDC8393EBC47332DFCD"/>
          </w:pPr>
          <w:r w:rsidRPr="00855F19">
            <w:rPr>
              <w:rStyle w:val="Tekstzastpczy"/>
            </w:rPr>
            <w:t>[Temat]</w:t>
          </w:r>
        </w:p>
      </w:docPartBody>
    </w:docPart>
    <w:docPart>
      <w:docPartPr>
        <w:name w:val="C07A1E05E08F4028842EFACDCDB1C5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29C807-CE00-4EC7-BEE3-E57043BBDBE0}"/>
      </w:docPartPr>
      <w:docPartBody>
        <w:p w:rsidR="00BE6E9C" w:rsidRDefault="00EB326A" w:rsidP="00EB326A">
          <w:pPr>
            <w:pStyle w:val="C07A1E05E08F4028842EFACDCDB1C5D1"/>
          </w:pPr>
          <w:r w:rsidRPr="00855F19">
            <w:rPr>
              <w:rStyle w:val="Tekstzastpczy"/>
            </w:rPr>
            <w:t>[Tytuł]</w:t>
          </w:r>
        </w:p>
      </w:docPartBody>
    </w:docPart>
    <w:docPart>
      <w:docPartPr>
        <w:name w:val="2BA16E00D2FD44229084E75C1BB435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E0ACBE-C0E9-4277-A24A-24B263F6CA54}"/>
      </w:docPartPr>
      <w:docPartBody>
        <w:p w:rsidR="00FC783E" w:rsidRDefault="000B772E" w:rsidP="000B772E">
          <w:pPr>
            <w:pStyle w:val="2BA16E00D2FD44229084E75C1BB4357C"/>
          </w:pPr>
          <w:r w:rsidRPr="00243865">
            <w:rPr>
              <w:rStyle w:val="Tekstzastpczy"/>
            </w:rPr>
            <w:t>[Kategoria]</w:t>
          </w:r>
        </w:p>
      </w:docPartBody>
    </w:docPart>
    <w:docPart>
      <w:docPartPr>
        <w:name w:val="AE73734702FA421E875D886A9281EF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F19C57-7B5E-4FC0-9BB7-880BB92ECB57}"/>
      </w:docPartPr>
      <w:docPartBody>
        <w:p w:rsidR="00FC783E" w:rsidRDefault="000B772E" w:rsidP="000B772E">
          <w:pPr>
            <w:pStyle w:val="AE73734702FA421E875D886A9281EF3B"/>
          </w:pPr>
          <w:r w:rsidRPr="00243865">
            <w:rPr>
              <w:rStyle w:val="Tekstzastpczy"/>
            </w:rPr>
            <w:t>[Kategoria]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0C"/>
    <w:rsid w:val="00093363"/>
    <w:rsid w:val="000B772E"/>
    <w:rsid w:val="0019308A"/>
    <w:rsid w:val="001B7ED9"/>
    <w:rsid w:val="001C4E0C"/>
    <w:rsid w:val="0024488D"/>
    <w:rsid w:val="003070E2"/>
    <w:rsid w:val="004036F4"/>
    <w:rsid w:val="00675494"/>
    <w:rsid w:val="0070626E"/>
    <w:rsid w:val="007407CC"/>
    <w:rsid w:val="00821A2C"/>
    <w:rsid w:val="00875663"/>
    <w:rsid w:val="008E2B27"/>
    <w:rsid w:val="00A259FB"/>
    <w:rsid w:val="00B370FB"/>
    <w:rsid w:val="00BE6BDB"/>
    <w:rsid w:val="00BE6E9C"/>
    <w:rsid w:val="00E4663A"/>
    <w:rsid w:val="00EB326A"/>
    <w:rsid w:val="00F21196"/>
    <w:rsid w:val="00FC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B772E"/>
    <w:rPr>
      <w:color w:val="808080"/>
    </w:rPr>
  </w:style>
  <w:style w:type="paragraph" w:customStyle="1" w:styleId="F52F9BB6834B4862BA981F520B7B0C70">
    <w:name w:val="F52F9BB6834B4862BA981F520B7B0C70"/>
    <w:rsid w:val="00A259FB"/>
  </w:style>
  <w:style w:type="paragraph" w:customStyle="1" w:styleId="CD46CDA19BBC4B5B840A4DCC70A68311">
    <w:name w:val="CD46CDA19BBC4B5B840A4DCC70A68311"/>
    <w:rsid w:val="00A259FB"/>
  </w:style>
  <w:style w:type="paragraph" w:customStyle="1" w:styleId="C4C6E9D164514FDC8393EBC47332DFCD">
    <w:name w:val="C4C6E9D164514FDC8393EBC47332DFCD"/>
    <w:rsid w:val="00EB326A"/>
  </w:style>
  <w:style w:type="paragraph" w:customStyle="1" w:styleId="C07A1E05E08F4028842EFACDCDB1C5D1">
    <w:name w:val="C07A1E05E08F4028842EFACDCDB1C5D1"/>
    <w:rsid w:val="00EB326A"/>
  </w:style>
  <w:style w:type="paragraph" w:customStyle="1" w:styleId="2BA16E00D2FD44229084E75C1BB4357C">
    <w:name w:val="2BA16E00D2FD44229084E75C1BB4357C"/>
    <w:rsid w:val="000B772E"/>
  </w:style>
  <w:style w:type="paragraph" w:customStyle="1" w:styleId="AE73734702FA421E875D886A9281EF3B">
    <w:name w:val="AE73734702FA421E875D886A9281EF3B"/>
    <w:rsid w:val="000B77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Stipendium">
  <a:themeElements>
    <a:clrScheme name="Stipendium">
      <a:dk1>
        <a:sysClr val="windowText" lastClr="000000"/>
      </a:dk1>
      <a:lt1>
        <a:sysClr val="window" lastClr="FFFFFF"/>
      </a:lt1>
      <a:dk2>
        <a:srgbClr val="6A5044"/>
      </a:dk2>
      <a:lt2>
        <a:srgbClr val="E7E7E7"/>
      </a:lt2>
      <a:accent1>
        <a:srgbClr val="F06529"/>
      </a:accent1>
      <a:accent2>
        <a:srgbClr val="4472C4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F06529"/>
      </a:hlink>
      <a:folHlink>
        <a:srgbClr val="F06529"/>
      </a:folHlink>
    </a:clrScheme>
    <a:fontScheme name="Stipendium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F581B-C967-49C9-AF8F-8DE6756E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z konspektem.dotx</Template>
  <TotalTime>307</TotalTime>
  <Pages>5</Pages>
  <Words>911</Words>
  <Characters>5471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ADSR K4/2025</vt:lpstr>
      <vt:lpstr/>
    </vt:vector>
  </TitlesOfParts>
  <Company>FINN Sp. z o.o.</Company>
  <LinksUpToDate>false</LinksUpToDate>
  <CharactersWithSpaces>6370</CharactersWithSpaces>
  <SharedDoc>false</SharedDoc>
  <HLinks>
    <vt:vector size="12" baseType="variant">
      <vt:variant>
        <vt:i4>7798847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sdfootnote1anc</vt:lpwstr>
      </vt:variant>
      <vt:variant>
        <vt:i4>7012392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sdfootnote1sym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ADSR K5/2025</dc:title>
  <dc:subject>„Usługi zewnętrzne obejmujące aktualizacje środowiska ŚBRSS w Zadaniu 8 oraz oprogramowania BRSPD w Zadaniu 9”</dc:subject>
  <dc:creator/>
  <cp:keywords/>
  <dc:description/>
  <cp:revision>82</cp:revision>
  <cp:lastPrinted>2022-01-01T04:46:00Z</cp:lastPrinted>
  <dcterms:created xsi:type="dcterms:W3CDTF">2021-12-28T23:20:00Z</dcterms:created>
  <dcterms:modified xsi:type="dcterms:W3CDTF">2025-12-12T14:38:00Z</dcterms:modified>
  <cp:category>„Inteligentne algorytmy i interoperacyjne aplikacje do integracji z systemami zarządzania budynkami i mediami BACS/BMS/HMS oraz systemami zarządzania energią BEMS/EnMS w celu optymalizacji wykorzystania energii w ramach programów elastyczności energetycznej DSR (Demand Side Response)”</cp:category>
</cp:coreProperties>
</file>